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EFCD45A" w14:textId="4705ECE7" w:rsidR="005B2BFF" w:rsidRPr="00C359EE" w:rsidRDefault="002B2EE8" w:rsidP="005B2BFF">
      <w:pPr>
        <w:rPr>
          <w:rFonts w:hAnsi="ＭＳ 明朝"/>
          <w:sz w:val="20"/>
        </w:rPr>
      </w:pPr>
      <w:r w:rsidRPr="00C359EE">
        <w:rPr>
          <w:rFonts w:hAnsi="ＭＳ 明朝" w:hint="eastAsia"/>
          <w:noProof/>
          <w:sz w:val="22"/>
          <w:szCs w:val="22"/>
        </w:rPr>
        <mc:AlternateContent>
          <mc:Choice Requires="wps">
            <w:drawing>
              <wp:anchor distT="0" distB="0" distL="114300" distR="114300" simplePos="0" relativeHeight="251657728" behindDoc="0" locked="0" layoutInCell="1" allowOverlap="1" wp14:anchorId="428F5F87" wp14:editId="3479FDAF">
                <wp:simplePos x="0" y="0"/>
                <wp:positionH relativeFrom="column">
                  <wp:posOffset>1820545</wp:posOffset>
                </wp:positionH>
                <wp:positionV relativeFrom="paragraph">
                  <wp:posOffset>5715</wp:posOffset>
                </wp:positionV>
                <wp:extent cx="1755140" cy="483235"/>
                <wp:effectExtent l="0" t="0" r="0" b="0"/>
                <wp:wrapNone/>
                <wp:docPr id="373445877" name="Rectangle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55140" cy="483235"/>
                        </a:xfrm>
                        <a:prstGeom prst="rect">
                          <a:avLst/>
                        </a:prstGeom>
                        <a:solidFill>
                          <a:srgbClr val="FFFFFF"/>
                        </a:solidFill>
                        <a:ln w="6350">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6FF809C8" w14:textId="77777777" w:rsidR="005B2BFF" w:rsidRPr="00BA139E" w:rsidRDefault="005B2BFF" w:rsidP="005B2BFF">
                            <w:pPr>
                              <w:jc w:val="center"/>
                              <w:rPr>
                                <w:rFonts w:ascii="BIZ UD明朝 Medium" w:eastAsia="BIZ UD明朝 Medium" w:hAnsi="BIZ UD明朝 Medium"/>
                                <w:sz w:val="44"/>
                                <w:szCs w:val="44"/>
                              </w:rPr>
                            </w:pPr>
                            <w:r w:rsidRPr="00BA139E">
                              <w:rPr>
                                <w:rFonts w:ascii="BIZ UD明朝 Medium" w:eastAsia="BIZ UD明朝 Medium" w:hAnsi="BIZ UD明朝 Medium" w:hint="eastAsia"/>
                                <w:sz w:val="44"/>
                                <w:szCs w:val="44"/>
                              </w:rPr>
                              <w:t>入　札　書</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28F5F87" id="Rectangle 20" o:spid="_x0000_s1026" style="position:absolute;left:0;text-align:left;margin-left:143.35pt;margin-top:.45pt;width:138.2pt;height:38.0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" strokeweight=".5pt">
                <v:textbox inset="0,0,0,0">
                  <w:txbxContent>
                    <w:p w14:paraId="6FF809C8" w14:textId="77777777" w:rsidR="005B2BFF" w:rsidRPr="00BA139E" w:rsidRDefault="005B2BFF" w:rsidP="005B2BFF">
                      <w:pPr>
                        <w:jc w:val="center"/>
                        <w:rPr>
                          <w:rFonts w:ascii="BIZ UD明朝 Medium" w:eastAsia="BIZ UD明朝 Medium" w:hAnsi="BIZ UD明朝 Medium"/>
                          <w:sz w:val="44"/>
                          <w:szCs w:val="44"/>
                        </w:rPr>
                      </w:pPr>
                      <w:r w:rsidRPr="00BA139E">
                        <w:rPr>
                          <w:rFonts w:ascii="BIZ UD明朝 Medium" w:eastAsia="BIZ UD明朝 Medium" w:hAnsi="BIZ UD明朝 Medium" w:hint="eastAsia"/>
                          <w:sz w:val="44"/>
                          <w:szCs w:val="44"/>
                        </w:rPr>
                        <w:t>入　札　書</w:t>
                      </w:r>
                    </w:p>
                  </w:txbxContent>
                </v:textbox>
              </v:rect>
            </w:pict>
          </mc:Fallback>
        </mc:AlternateContent>
      </w:r>
      <w:r w:rsidR="00917500" w:rsidRPr="00C359EE">
        <w:rPr>
          <w:rFonts w:hAnsi="ＭＳ 明朝" w:hint="eastAsia"/>
          <w:sz w:val="22"/>
          <w:szCs w:val="22"/>
        </w:rPr>
        <w:t>様式第５</w:t>
      </w:r>
      <w:r w:rsidR="005B2BFF" w:rsidRPr="00C359EE">
        <w:rPr>
          <w:rFonts w:hAnsi="ＭＳ 明朝" w:hint="eastAsia"/>
          <w:sz w:val="22"/>
          <w:szCs w:val="22"/>
        </w:rPr>
        <w:t xml:space="preserve">号（第９条関係）　　　　　　</w:t>
      </w:r>
      <w:r w:rsidR="005B2BFF" w:rsidRPr="00C359EE">
        <w:rPr>
          <w:rFonts w:hAnsi="ＭＳ 明朝" w:hint="eastAsia"/>
          <w:sz w:val="20"/>
        </w:rPr>
        <w:t xml:space="preserve">　　　　　　　　　　　　　　　　　　　</w:t>
      </w:r>
      <w:r w:rsidR="002F5D47" w:rsidRPr="00C359EE">
        <w:rPr>
          <w:rFonts w:hAnsi="ＭＳ 明朝" w:hint="eastAsia"/>
          <w:sz w:val="20"/>
        </w:rPr>
        <w:t xml:space="preserve">　　　</w:t>
      </w:r>
      <w:r w:rsidR="005B2BFF" w:rsidRPr="00C359EE">
        <w:rPr>
          <w:rFonts w:hAnsi="ＭＳ 明朝" w:hint="eastAsia"/>
          <w:sz w:val="20"/>
        </w:rPr>
        <w:t xml:space="preserve">　　　　(№08)</w:t>
      </w:r>
    </w:p>
    <w:p w14:paraId="146B2916" w14:textId="77777777" w:rsidR="005B2BFF" w:rsidRPr="00C359EE" w:rsidRDefault="005B2BFF" w:rsidP="005B2BFF">
      <w:pPr>
        <w:rPr>
          <w:rFonts w:hAnsi="ＭＳ 明朝"/>
          <w:sz w:val="20"/>
        </w:rPr>
      </w:pPr>
    </w:p>
    <w:p w14:paraId="6E13E0CB" w14:textId="77777777" w:rsidR="005B2BFF" w:rsidRPr="00C359EE" w:rsidRDefault="005B2BFF" w:rsidP="005B2BFF">
      <w:pPr>
        <w:jc w:val="right"/>
        <w:rPr>
          <w:rFonts w:hAnsi="ＭＳ 明朝"/>
          <w:sz w:val="24"/>
          <w:szCs w:val="24"/>
        </w:rPr>
      </w:pPr>
      <w:r w:rsidRPr="00C359EE">
        <w:rPr>
          <w:rFonts w:hAnsi="ＭＳ 明朝" w:hint="eastAsia"/>
          <w:sz w:val="24"/>
          <w:szCs w:val="24"/>
        </w:rPr>
        <w:t>□ 課税事業者</w:t>
      </w:r>
    </w:p>
    <w:p w14:paraId="0BA3C79B" w14:textId="77777777" w:rsidR="005B2BFF" w:rsidRPr="00C359EE" w:rsidRDefault="005B2BFF" w:rsidP="005B2BFF">
      <w:pPr>
        <w:jc w:val="right"/>
        <w:rPr>
          <w:rFonts w:hAnsi="ＭＳ 明朝"/>
          <w:sz w:val="24"/>
          <w:szCs w:val="24"/>
        </w:rPr>
      </w:pPr>
      <w:r w:rsidRPr="00C359EE">
        <w:rPr>
          <w:rFonts w:hAnsi="ＭＳ 明朝" w:hint="eastAsia"/>
          <w:sz w:val="24"/>
          <w:szCs w:val="24"/>
        </w:rPr>
        <w:t>□ 免税事業者</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60"/>
        <w:gridCol w:w="7229"/>
      </w:tblGrid>
      <w:tr w:rsidR="005B2BFF" w:rsidRPr="00C359EE" w14:paraId="5F65E7C3" w14:textId="77777777" w:rsidTr="00FF12FD">
        <w:trPr>
          <w:trHeight w:val="814"/>
        </w:trPr>
        <w:tc>
          <w:tcPr>
            <w:tcW w:w="1560" w:type="dxa"/>
            <w:shd w:val="clear" w:color="auto" w:fill="auto"/>
            <w:vAlign w:val="center"/>
          </w:tcPr>
          <w:p w14:paraId="252D4287" w14:textId="77777777" w:rsidR="005B2BFF" w:rsidRPr="00C359EE" w:rsidRDefault="005B2BFF" w:rsidP="00B83566">
            <w:pPr>
              <w:snapToGrid w:val="0"/>
              <w:spacing w:line="240" w:lineRule="exact"/>
              <w:jc w:val="center"/>
              <w:rPr>
                <w:rFonts w:hAnsi="ＭＳ 明朝"/>
                <w:sz w:val="24"/>
                <w:szCs w:val="24"/>
              </w:rPr>
            </w:pPr>
            <w:r w:rsidRPr="00C359EE">
              <w:rPr>
                <w:rFonts w:hAnsi="ＭＳ 明朝" w:hint="eastAsia"/>
                <w:sz w:val="24"/>
                <w:szCs w:val="24"/>
              </w:rPr>
              <w:t>工　 事 　名</w:t>
            </w:r>
          </w:p>
          <w:p w14:paraId="545DF7E1" w14:textId="77777777" w:rsidR="005B2BFF" w:rsidRPr="00C359EE" w:rsidRDefault="005B2BFF" w:rsidP="00B83566">
            <w:pPr>
              <w:snapToGrid w:val="0"/>
              <w:spacing w:line="240" w:lineRule="exact"/>
              <w:jc w:val="center"/>
              <w:rPr>
                <w:rFonts w:hAnsi="ＭＳ 明朝"/>
                <w:sz w:val="24"/>
                <w:szCs w:val="24"/>
              </w:rPr>
            </w:pPr>
            <w:r w:rsidRPr="00C359EE">
              <w:rPr>
                <w:rFonts w:hAnsi="ＭＳ 明朝"/>
                <w:sz w:val="24"/>
                <w:szCs w:val="24"/>
              </w:rPr>
              <w:t>(</w:t>
            </w:r>
            <w:r w:rsidRPr="00C359EE">
              <w:rPr>
                <w:rFonts w:hAnsi="ＭＳ 明朝" w:hint="eastAsia"/>
                <w:sz w:val="24"/>
                <w:szCs w:val="24"/>
              </w:rPr>
              <w:t>業務)委託名</w:t>
            </w:r>
          </w:p>
          <w:p w14:paraId="33FB4D7A" w14:textId="77777777" w:rsidR="005B2BFF" w:rsidRPr="00C359EE" w:rsidRDefault="005B2BFF" w:rsidP="00B83566">
            <w:pPr>
              <w:snapToGrid w:val="0"/>
              <w:spacing w:line="240" w:lineRule="exact"/>
              <w:jc w:val="center"/>
              <w:rPr>
                <w:rFonts w:hAnsi="ＭＳ 明朝"/>
                <w:sz w:val="24"/>
                <w:szCs w:val="24"/>
              </w:rPr>
            </w:pPr>
            <w:r w:rsidRPr="00C359EE">
              <w:rPr>
                <w:rFonts w:hAnsi="ＭＳ 明朝" w:hint="eastAsia"/>
                <w:sz w:val="24"/>
                <w:szCs w:val="24"/>
              </w:rPr>
              <w:t>件　　　　名</w:t>
            </w:r>
          </w:p>
        </w:tc>
        <w:tc>
          <w:tcPr>
            <w:tcW w:w="7229" w:type="dxa"/>
            <w:shd w:val="clear" w:color="auto" w:fill="auto"/>
            <w:vAlign w:val="center"/>
          </w:tcPr>
          <w:p w14:paraId="4AD819E3" w14:textId="77777777" w:rsidR="00235F34" w:rsidRPr="00C359EE" w:rsidRDefault="00235F34" w:rsidP="00235F34">
            <w:pPr>
              <w:snapToGrid w:val="0"/>
              <w:rPr>
                <w:rFonts w:hAnsi="ＭＳ 明朝"/>
                <w:sz w:val="32"/>
                <w:szCs w:val="32"/>
              </w:rPr>
            </w:pPr>
            <w:r w:rsidRPr="00FF12FD">
              <w:rPr>
                <w:rFonts w:hAnsi="ＭＳ 明朝" w:hint="eastAsia"/>
                <w:sz w:val="28"/>
                <w:szCs w:val="32"/>
              </w:rPr>
              <w:t>山口市端末機器</w:t>
            </w:r>
            <w:r w:rsidR="00754175" w:rsidRPr="00FF12FD">
              <w:rPr>
                <w:rFonts w:hAnsi="ＭＳ 明朝" w:hint="eastAsia"/>
                <w:sz w:val="28"/>
                <w:szCs w:val="32"/>
              </w:rPr>
              <w:t>購入</w:t>
            </w:r>
            <w:r w:rsidR="00FF12FD" w:rsidRPr="00FF12FD">
              <w:rPr>
                <w:rFonts w:hAnsi="ＭＳ 明朝" w:hint="eastAsia"/>
                <w:sz w:val="28"/>
                <w:szCs w:val="32"/>
              </w:rPr>
              <w:t>（ノートＰＣ）</w:t>
            </w:r>
          </w:p>
        </w:tc>
      </w:tr>
    </w:tbl>
    <w:p w14:paraId="63791CEC" w14:textId="77777777" w:rsidR="005B2BFF" w:rsidRPr="00C359EE" w:rsidRDefault="005B2BFF" w:rsidP="005B2BFF">
      <w:pPr>
        <w:jc w:val="right"/>
        <w:rPr>
          <w:rFonts w:hAnsi="ＭＳ 明朝"/>
          <w:sz w:val="24"/>
          <w:szCs w:val="24"/>
        </w:rPr>
      </w:pPr>
    </w:p>
    <w:tbl>
      <w:tblPr>
        <w:tblW w:w="0" w:type="auto"/>
        <w:tblInd w:w="1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94"/>
        <w:gridCol w:w="797"/>
        <w:gridCol w:w="797"/>
        <w:gridCol w:w="797"/>
      </w:tblGrid>
      <w:tr w:rsidR="005B2BFF" w:rsidRPr="00DB43A7" w14:paraId="52AE5B9D" w14:textId="77777777" w:rsidTr="00B83566">
        <w:trPr>
          <w:trHeight w:val="858"/>
        </w:trPr>
        <w:tc>
          <w:tcPr>
            <w:tcW w:w="4394" w:type="dxa"/>
            <w:shd w:val="clear" w:color="auto" w:fill="auto"/>
            <w:vAlign w:val="center"/>
          </w:tcPr>
          <w:p w14:paraId="385777F4" w14:textId="77777777" w:rsidR="005B2BFF" w:rsidRPr="00C359EE" w:rsidRDefault="005B2BFF" w:rsidP="00B83566">
            <w:pPr>
              <w:jc w:val="center"/>
              <w:rPr>
                <w:rFonts w:hAnsi="ＭＳ 明朝"/>
                <w:sz w:val="32"/>
                <w:szCs w:val="32"/>
              </w:rPr>
            </w:pPr>
            <w:r w:rsidRPr="00C359EE">
              <w:rPr>
                <w:rFonts w:hAnsi="ＭＳ 明朝" w:hint="eastAsia"/>
                <w:sz w:val="32"/>
                <w:szCs w:val="32"/>
              </w:rPr>
              <w:t>くじ番号</w:t>
            </w:r>
          </w:p>
          <w:p w14:paraId="0EA1ACE7" w14:textId="77777777" w:rsidR="005B2BFF" w:rsidRPr="00C359EE" w:rsidRDefault="005B2BFF" w:rsidP="00B83566">
            <w:pPr>
              <w:snapToGrid w:val="0"/>
              <w:spacing w:line="220" w:lineRule="exact"/>
              <w:ind w:firstLineChars="100" w:firstLine="193"/>
              <w:jc w:val="left"/>
              <w:rPr>
                <w:rFonts w:hAnsi="ＭＳ 明朝"/>
                <w:szCs w:val="21"/>
              </w:rPr>
            </w:pPr>
            <w:r w:rsidRPr="00C359EE">
              <w:rPr>
                <w:rFonts w:hAnsi="ＭＳ 明朝" w:hint="eastAsia"/>
                <w:szCs w:val="21"/>
              </w:rPr>
              <w:t xml:space="preserve">※　</w:t>
            </w:r>
            <w:r w:rsidRPr="00C359EE">
              <w:rPr>
                <w:rFonts w:hAnsi="ＭＳ 明朝" w:hint="eastAsia"/>
                <w:b/>
                <w:szCs w:val="21"/>
                <w:u w:val="single"/>
              </w:rPr>
              <w:t>郵便入札の場合は３桁の数字</w:t>
            </w:r>
            <w:r w:rsidRPr="00C359EE">
              <w:rPr>
                <w:rFonts w:hAnsi="ＭＳ 明朝" w:hint="eastAsia"/>
                <w:szCs w:val="21"/>
              </w:rPr>
              <w:t>を必ず記入</w:t>
            </w:r>
          </w:p>
          <w:p w14:paraId="6B72C48D" w14:textId="77777777" w:rsidR="005B2BFF" w:rsidRPr="00DB43A7" w:rsidRDefault="005B2BFF" w:rsidP="00B83566">
            <w:pPr>
              <w:snapToGrid w:val="0"/>
              <w:spacing w:line="220" w:lineRule="exact"/>
              <w:ind w:firstLineChars="100" w:firstLine="193"/>
              <w:jc w:val="left"/>
              <w:rPr>
                <w:rFonts w:hAnsi="ＭＳ 明朝"/>
                <w:sz w:val="24"/>
                <w:szCs w:val="24"/>
              </w:rPr>
            </w:pPr>
            <w:r w:rsidRPr="00C359EE">
              <w:rPr>
                <w:rFonts w:hAnsi="ＭＳ 明朝" w:hint="eastAsia"/>
                <w:szCs w:val="21"/>
              </w:rPr>
              <w:t>※　会場入札の場合は記入不要</w:t>
            </w:r>
          </w:p>
        </w:tc>
        <w:tc>
          <w:tcPr>
            <w:tcW w:w="797" w:type="dxa"/>
            <w:tcBorders>
              <w:right w:val="dashSmallGap" w:sz="4" w:space="0" w:color="auto"/>
            </w:tcBorders>
            <w:shd w:val="clear" w:color="auto" w:fill="auto"/>
            <w:vAlign w:val="center"/>
          </w:tcPr>
          <w:p w14:paraId="2CEB3CA0" w14:textId="77777777" w:rsidR="005B2BFF" w:rsidRPr="00DB43A7" w:rsidRDefault="005B2BFF" w:rsidP="00B83566">
            <w:pPr>
              <w:jc w:val="center"/>
              <w:rPr>
                <w:rFonts w:hAnsi="ＭＳ 明朝"/>
                <w:sz w:val="32"/>
                <w:szCs w:val="32"/>
              </w:rPr>
            </w:pPr>
          </w:p>
        </w:tc>
        <w:tc>
          <w:tcPr>
            <w:tcW w:w="797" w:type="dxa"/>
            <w:tcBorders>
              <w:left w:val="dashSmallGap" w:sz="4" w:space="0" w:color="auto"/>
              <w:right w:val="dashSmallGap" w:sz="4" w:space="0" w:color="auto"/>
            </w:tcBorders>
            <w:shd w:val="clear" w:color="auto" w:fill="auto"/>
            <w:vAlign w:val="center"/>
          </w:tcPr>
          <w:p w14:paraId="57819313" w14:textId="77777777" w:rsidR="005B2BFF" w:rsidRPr="00DB43A7" w:rsidRDefault="005B2BFF" w:rsidP="00B83566">
            <w:pPr>
              <w:jc w:val="center"/>
              <w:rPr>
                <w:rFonts w:hAnsi="ＭＳ 明朝"/>
                <w:sz w:val="32"/>
                <w:szCs w:val="32"/>
              </w:rPr>
            </w:pPr>
          </w:p>
        </w:tc>
        <w:tc>
          <w:tcPr>
            <w:tcW w:w="797" w:type="dxa"/>
            <w:tcBorders>
              <w:left w:val="dashSmallGap" w:sz="4" w:space="0" w:color="auto"/>
            </w:tcBorders>
            <w:shd w:val="clear" w:color="auto" w:fill="auto"/>
            <w:vAlign w:val="center"/>
          </w:tcPr>
          <w:p w14:paraId="20F42EA6" w14:textId="77777777" w:rsidR="005B2BFF" w:rsidRPr="00DB43A7" w:rsidRDefault="005B2BFF" w:rsidP="00B83566">
            <w:pPr>
              <w:jc w:val="center"/>
              <w:rPr>
                <w:rFonts w:hAnsi="ＭＳ 明朝"/>
                <w:sz w:val="32"/>
                <w:szCs w:val="32"/>
              </w:rPr>
            </w:pPr>
          </w:p>
        </w:tc>
      </w:tr>
    </w:tbl>
    <w:p w14:paraId="05FD708D" w14:textId="77777777" w:rsidR="005B2BFF" w:rsidRPr="00DB43A7" w:rsidRDefault="005B2BFF" w:rsidP="005B2BFF">
      <w:pPr>
        <w:rPr>
          <w:rFonts w:hAnsi="ＭＳ 明朝"/>
          <w:sz w:val="24"/>
          <w:szCs w:val="24"/>
        </w:rPr>
      </w:pPr>
    </w:p>
    <w:tbl>
      <w:tblPr>
        <w:tblpPr w:leftFromText="142" w:rightFromText="142" w:vertAnchor="text" w:horzAnchor="page" w:tblpX="1813" w:tblpY="17"/>
        <w:tblW w:w="87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84"/>
        <w:gridCol w:w="608"/>
        <w:gridCol w:w="600"/>
        <w:gridCol w:w="600"/>
        <w:gridCol w:w="640"/>
        <w:gridCol w:w="640"/>
        <w:gridCol w:w="640"/>
        <w:gridCol w:w="640"/>
        <w:gridCol w:w="640"/>
        <w:gridCol w:w="640"/>
        <w:gridCol w:w="640"/>
        <w:gridCol w:w="640"/>
        <w:gridCol w:w="427"/>
      </w:tblGrid>
      <w:tr w:rsidR="005B2BFF" w:rsidRPr="00DB43A7" w14:paraId="47F38F58" w14:textId="77777777" w:rsidTr="00B83566">
        <w:tc>
          <w:tcPr>
            <w:tcW w:w="1384" w:type="dxa"/>
            <w:vMerge w:val="restart"/>
            <w:tcBorders>
              <w:top w:val="nil"/>
              <w:left w:val="nil"/>
              <w:bottom w:val="nil"/>
            </w:tcBorders>
            <w:shd w:val="clear" w:color="auto" w:fill="auto"/>
            <w:vAlign w:val="center"/>
          </w:tcPr>
          <w:p w14:paraId="66D394E2" w14:textId="77777777" w:rsidR="005B2BFF" w:rsidRPr="00DB43A7" w:rsidRDefault="005B2BFF" w:rsidP="00B83566">
            <w:pPr>
              <w:jc w:val="center"/>
              <w:rPr>
                <w:rFonts w:hAnsi="ＭＳ 明朝"/>
                <w:sz w:val="28"/>
                <w:szCs w:val="28"/>
              </w:rPr>
            </w:pPr>
            <w:r w:rsidRPr="00DB43A7">
              <w:rPr>
                <w:rFonts w:hAnsi="ＭＳ 明朝" w:hint="eastAsia"/>
                <w:sz w:val="28"/>
                <w:szCs w:val="28"/>
              </w:rPr>
              <w:t>入札金額</w:t>
            </w:r>
          </w:p>
        </w:tc>
        <w:tc>
          <w:tcPr>
            <w:tcW w:w="608" w:type="dxa"/>
            <w:vMerge w:val="restart"/>
            <w:vAlign w:val="center"/>
          </w:tcPr>
          <w:p w14:paraId="5E037CC3" w14:textId="77777777" w:rsidR="005B2BFF" w:rsidRPr="00DB43A7" w:rsidRDefault="005B2BFF" w:rsidP="00B83566">
            <w:pPr>
              <w:ind w:leftChars="-116" w:left="-224" w:rightChars="-55" w:right="-106"/>
              <w:jc w:val="center"/>
              <w:rPr>
                <w:rFonts w:hAnsi="ＭＳ 明朝"/>
                <w:sz w:val="36"/>
                <w:szCs w:val="36"/>
              </w:rPr>
            </w:pPr>
            <w:r w:rsidRPr="00DB43A7">
              <w:rPr>
                <w:rFonts w:hAnsi="ＭＳ 明朝" w:hint="eastAsia"/>
                <w:sz w:val="36"/>
                <w:szCs w:val="36"/>
              </w:rPr>
              <w:t>金</w:t>
            </w:r>
          </w:p>
        </w:tc>
        <w:tc>
          <w:tcPr>
            <w:tcW w:w="600" w:type="dxa"/>
            <w:vAlign w:val="center"/>
          </w:tcPr>
          <w:p w14:paraId="46D63CCD" w14:textId="77777777" w:rsidR="005B2BFF" w:rsidRPr="00DB43A7" w:rsidRDefault="005B2BFF" w:rsidP="00B83566">
            <w:pPr>
              <w:ind w:leftChars="-116" w:left="-224" w:rightChars="-55" w:right="-106"/>
              <w:jc w:val="center"/>
              <w:rPr>
                <w:rFonts w:hAnsi="ＭＳ 明朝"/>
                <w:sz w:val="22"/>
                <w:szCs w:val="22"/>
              </w:rPr>
            </w:pPr>
            <w:r w:rsidRPr="00DB43A7">
              <w:rPr>
                <w:rFonts w:hAnsi="ＭＳ 明朝" w:hint="eastAsia"/>
                <w:sz w:val="22"/>
                <w:szCs w:val="22"/>
              </w:rPr>
              <w:t>十</w:t>
            </w:r>
          </w:p>
        </w:tc>
        <w:tc>
          <w:tcPr>
            <w:tcW w:w="600" w:type="dxa"/>
            <w:tcBorders>
              <w:right w:val="dashed" w:sz="4" w:space="0" w:color="auto"/>
            </w:tcBorders>
            <w:shd w:val="clear" w:color="auto" w:fill="auto"/>
          </w:tcPr>
          <w:p w14:paraId="23E756E5" w14:textId="77777777" w:rsidR="005B2BFF" w:rsidRPr="00DB43A7" w:rsidRDefault="005B2BFF" w:rsidP="00B83566">
            <w:pPr>
              <w:jc w:val="center"/>
              <w:rPr>
                <w:rFonts w:hAnsi="ＭＳ 明朝"/>
                <w:sz w:val="22"/>
                <w:szCs w:val="22"/>
              </w:rPr>
            </w:pPr>
            <w:r w:rsidRPr="00DB43A7">
              <w:rPr>
                <w:rFonts w:hAnsi="ＭＳ 明朝" w:hint="eastAsia"/>
                <w:sz w:val="22"/>
                <w:szCs w:val="22"/>
              </w:rPr>
              <w:t>億</w:t>
            </w:r>
          </w:p>
        </w:tc>
        <w:tc>
          <w:tcPr>
            <w:tcW w:w="640" w:type="dxa"/>
            <w:tcBorders>
              <w:left w:val="dashed" w:sz="4" w:space="0" w:color="auto"/>
              <w:right w:val="dashed" w:sz="4" w:space="0" w:color="auto"/>
            </w:tcBorders>
            <w:shd w:val="clear" w:color="auto" w:fill="auto"/>
          </w:tcPr>
          <w:p w14:paraId="7CFD6189" w14:textId="77777777" w:rsidR="005B2BFF" w:rsidRPr="00DB43A7" w:rsidRDefault="005B2BFF" w:rsidP="00B83566">
            <w:pPr>
              <w:jc w:val="center"/>
              <w:rPr>
                <w:rFonts w:hAnsi="ＭＳ 明朝"/>
                <w:sz w:val="22"/>
                <w:szCs w:val="22"/>
              </w:rPr>
            </w:pPr>
            <w:r w:rsidRPr="00DB43A7">
              <w:rPr>
                <w:rFonts w:hAnsi="ＭＳ 明朝" w:hint="eastAsia"/>
                <w:sz w:val="22"/>
                <w:szCs w:val="22"/>
              </w:rPr>
              <w:t>千</w:t>
            </w:r>
          </w:p>
        </w:tc>
        <w:tc>
          <w:tcPr>
            <w:tcW w:w="640" w:type="dxa"/>
            <w:tcBorders>
              <w:left w:val="dashed" w:sz="4" w:space="0" w:color="auto"/>
            </w:tcBorders>
            <w:shd w:val="clear" w:color="auto" w:fill="auto"/>
          </w:tcPr>
          <w:p w14:paraId="1F93B683" w14:textId="77777777" w:rsidR="005B2BFF" w:rsidRPr="00DB43A7" w:rsidRDefault="005B2BFF" w:rsidP="00B83566">
            <w:pPr>
              <w:jc w:val="center"/>
              <w:rPr>
                <w:rFonts w:hAnsi="ＭＳ 明朝"/>
                <w:sz w:val="22"/>
                <w:szCs w:val="22"/>
              </w:rPr>
            </w:pPr>
            <w:r w:rsidRPr="00DB43A7">
              <w:rPr>
                <w:rFonts w:hAnsi="ＭＳ 明朝" w:hint="eastAsia"/>
                <w:sz w:val="22"/>
                <w:szCs w:val="22"/>
              </w:rPr>
              <w:t>百</w:t>
            </w:r>
          </w:p>
        </w:tc>
        <w:tc>
          <w:tcPr>
            <w:tcW w:w="640" w:type="dxa"/>
            <w:tcBorders>
              <w:right w:val="dashed" w:sz="4" w:space="0" w:color="auto"/>
            </w:tcBorders>
            <w:shd w:val="clear" w:color="auto" w:fill="auto"/>
          </w:tcPr>
          <w:p w14:paraId="00CD8F3E" w14:textId="77777777" w:rsidR="005B2BFF" w:rsidRPr="00DB43A7" w:rsidRDefault="005B2BFF" w:rsidP="00B83566">
            <w:pPr>
              <w:jc w:val="center"/>
              <w:rPr>
                <w:rFonts w:hAnsi="ＭＳ 明朝"/>
                <w:sz w:val="22"/>
                <w:szCs w:val="22"/>
              </w:rPr>
            </w:pPr>
            <w:r w:rsidRPr="00DB43A7">
              <w:rPr>
                <w:rFonts w:hAnsi="ＭＳ 明朝" w:hint="eastAsia"/>
                <w:sz w:val="22"/>
                <w:szCs w:val="22"/>
              </w:rPr>
              <w:t>十</w:t>
            </w:r>
          </w:p>
        </w:tc>
        <w:tc>
          <w:tcPr>
            <w:tcW w:w="640" w:type="dxa"/>
            <w:tcBorders>
              <w:left w:val="dashed" w:sz="4" w:space="0" w:color="auto"/>
              <w:right w:val="dashed" w:sz="4" w:space="0" w:color="auto"/>
            </w:tcBorders>
            <w:shd w:val="clear" w:color="auto" w:fill="auto"/>
          </w:tcPr>
          <w:p w14:paraId="68FCF438" w14:textId="77777777" w:rsidR="005B2BFF" w:rsidRPr="00DB43A7" w:rsidRDefault="005B2BFF" w:rsidP="00B83566">
            <w:pPr>
              <w:jc w:val="center"/>
              <w:rPr>
                <w:rFonts w:hAnsi="ＭＳ 明朝"/>
                <w:sz w:val="22"/>
                <w:szCs w:val="22"/>
              </w:rPr>
            </w:pPr>
            <w:r w:rsidRPr="00DB43A7">
              <w:rPr>
                <w:rFonts w:hAnsi="ＭＳ 明朝" w:hint="eastAsia"/>
                <w:sz w:val="22"/>
                <w:szCs w:val="22"/>
              </w:rPr>
              <w:t>万</w:t>
            </w:r>
          </w:p>
        </w:tc>
        <w:tc>
          <w:tcPr>
            <w:tcW w:w="640" w:type="dxa"/>
            <w:tcBorders>
              <w:left w:val="dashed" w:sz="4" w:space="0" w:color="auto"/>
            </w:tcBorders>
            <w:shd w:val="clear" w:color="auto" w:fill="auto"/>
          </w:tcPr>
          <w:p w14:paraId="4B31F91D" w14:textId="77777777" w:rsidR="005B2BFF" w:rsidRPr="00DB43A7" w:rsidRDefault="005B2BFF" w:rsidP="00B83566">
            <w:pPr>
              <w:jc w:val="center"/>
              <w:rPr>
                <w:rFonts w:hAnsi="ＭＳ 明朝"/>
                <w:sz w:val="22"/>
                <w:szCs w:val="22"/>
              </w:rPr>
            </w:pPr>
            <w:r w:rsidRPr="00DB43A7">
              <w:rPr>
                <w:rFonts w:hAnsi="ＭＳ 明朝" w:hint="eastAsia"/>
                <w:sz w:val="22"/>
                <w:szCs w:val="22"/>
              </w:rPr>
              <w:t>千</w:t>
            </w:r>
          </w:p>
        </w:tc>
        <w:tc>
          <w:tcPr>
            <w:tcW w:w="640" w:type="dxa"/>
            <w:tcBorders>
              <w:right w:val="dashed" w:sz="4" w:space="0" w:color="auto"/>
            </w:tcBorders>
            <w:shd w:val="clear" w:color="auto" w:fill="auto"/>
          </w:tcPr>
          <w:p w14:paraId="572E9AA3" w14:textId="77777777" w:rsidR="005B2BFF" w:rsidRPr="00DB43A7" w:rsidRDefault="005B2BFF" w:rsidP="00B83566">
            <w:pPr>
              <w:jc w:val="center"/>
              <w:rPr>
                <w:rFonts w:hAnsi="ＭＳ 明朝"/>
                <w:sz w:val="22"/>
                <w:szCs w:val="22"/>
              </w:rPr>
            </w:pPr>
            <w:r w:rsidRPr="00DB43A7">
              <w:rPr>
                <w:rFonts w:hAnsi="ＭＳ 明朝" w:hint="eastAsia"/>
                <w:sz w:val="22"/>
                <w:szCs w:val="22"/>
              </w:rPr>
              <w:t>百</w:t>
            </w:r>
          </w:p>
        </w:tc>
        <w:tc>
          <w:tcPr>
            <w:tcW w:w="640" w:type="dxa"/>
            <w:tcBorders>
              <w:left w:val="dashed" w:sz="4" w:space="0" w:color="auto"/>
              <w:right w:val="dashed" w:sz="4" w:space="0" w:color="auto"/>
            </w:tcBorders>
            <w:shd w:val="clear" w:color="auto" w:fill="auto"/>
          </w:tcPr>
          <w:p w14:paraId="31EF3589" w14:textId="77777777" w:rsidR="005B2BFF" w:rsidRPr="00DB43A7" w:rsidRDefault="005B2BFF" w:rsidP="00B83566">
            <w:pPr>
              <w:jc w:val="center"/>
              <w:rPr>
                <w:rFonts w:hAnsi="ＭＳ 明朝"/>
                <w:sz w:val="22"/>
                <w:szCs w:val="22"/>
              </w:rPr>
            </w:pPr>
            <w:r w:rsidRPr="00DB43A7">
              <w:rPr>
                <w:rFonts w:hAnsi="ＭＳ 明朝" w:hint="eastAsia"/>
                <w:sz w:val="22"/>
                <w:szCs w:val="22"/>
              </w:rPr>
              <w:t>十</w:t>
            </w:r>
          </w:p>
        </w:tc>
        <w:tc>
          <w:tcPr>
            <w:tcW w:w="640" w:type="dxa"/>
            <w:tcBorders>
              <w:left w:val="dashed" w:sz="4" w:space="0" w:color="auto"/>
            </w:tcBorders>
            <w:shd w:val="clear" w:color="auto" w:fill="auto"/>
          </w:tcPr>
          <w:p w14:paraId="40E585D6" w14:textId="77777777" w:rsidR="005B2BFF" w:rsidRPr="00DB43A7" w:rsidRDefault="005B2BFF" w:rsidP="00B83566">
            <w:pPr>
              <w:jc w:val="center"/>
              <w:rPr>
                <w:rFonts w:hAnsi="ＭＳ 明朝"/>
                <w:sz w:val="22"/>
                <w:szCs w:val="22"/>
              </w:rPr>
            </w:pPr>
            <w:r w:rsidRPr="00DB43A7">
              <w:rPr>
                <w:rFonts w:hAnsi="ＭＳ 明朝" w:hint="eastAsia"/>
                <w:sz w:val="22"/>
                <w:szCs w:val="22"/>
              </w:rPr>
              <w:t>一</w:t>
            </w:r>
          </w:p>
        </w:tc>
        <w:tc>
          <w:tcPr>
            <w:tcW w:w="427" w:type="dxa"/>
            <w:tcBorders>
              <w:top w:val="nil"/>
              <w:left w:val="dashed" w:sz="4" w:space="0" w:color="auto"/>
              <w:bottom w:val="nil"/>
              <w:right w:val="nil"/>
            </w:tcBorders>
            <w:shd w:val="clear" w:color="auto" w:fill="auto"/>
          </w:tcPr>
          <w:p w14:paraId="404C3E01" w14:textId="77777777" w:rsidR="005B2BFF" w:rsidRPr="00DB43A7" w:rsidRDefault="005B2BFF" w:rsidP="00B83566">
            <w:pPr>
              <w:jc w:val="center"/>
              <w:rPr>
                <w:rFonts w:hAnsi="ＭＳ 明朝"/>
                <w:sz w:val="22"/>
                <w:szCs w:val="22"/>
              </w:rPr>
            </w:pPr>
          </w:p>
        </w:tc>
      </w:tr>
      <w:tr w:rsidR="005B2BFF" w:rsidRPr="00DB43A7" w14:paraId="1E183299" w14:textId="77777777" w:rsidTr="00B83566">
        <w:trPr>
          <w:trHeight w:val="743"/>
        </w:trPr>
        <w:tc>
          <w:tcPr>
            <w:tcW w:w="1384" w:type="dxa"/>
            <w:vMerge/>
            <w:tcBorders>
              <w:left w:val="nil"/>
              <w:bottom w:val="nil"/>
            </w:tcBorders>
            <w:shd w:val="clear" w:color="auto" w:fill="auto"/>
          </w:tcPr>
          <w:p w14:paraId="65CEFAC8" w14:textId="77777777" w:rsidR="005B2BFF" w:rsidRPr="00DB43A7" w:rsidRDefault="005B2BFF" w:rsidP="00B83566">
            <w:pPr>
              <w:rPr>
                <w:rFonts w:hAnsi="ＭＳ 明朝"/>
                <w:sz w:val="24"/>
                <w:szCs w:val="24"/>
              </w:rPr>
            </w:pPr>
          </w:p>
        </w:tc>
        <w:tc>
          <w:tcPr>
            <w:tcW w:w="608" w:type="dxa"/>
            <w:vMerge/>
          </w:tcPr>
          <w:p w14:paraId="5077C65D" w14:textId="77777777" w:rsidR="005B2BFF" w:rsidRPr="00DB43A7" w:rsidRDefault="005B2BFF" w:rsidP="00B83566">
            <w:pPr>
              <w:jc w:val="center"/>
              <w:rPr>
                <w:rFonts w:hAnsi="ＭＳ 明朝"/>
                <w:b/>
                <w:sz w:val="44"/>
                <w:szCs w:val="44"/>
              </w:rPr>
            </w:pPr>
          </w:p>
        </w:tc>
        <w:tc>
          <w:tcPr>
            <w:tcW w:w="600" w:type="dxa"/>
          </w:tcPr>
          <w:p w14:paraId="1E01B35B" w14:textId="77777777" w:rsidR="005B2BFF" w:rsidRPr="00DB43A7" w:rsidRDefault="005B2BFF" w:rsidP="00B83566">
            <w:pPr>
              <w:jc w:val="center"/>
              <w:rPr>
                <w:rFonts w:hAnsi="ＭＳ 明朝"/>
                <w:b/>
                <w:sz w:val="44"/>
                <w:szCs w:val="44"/>
              </w:rPr>
            </w:pPr>
          </w:p>
        </w:tc>
        <w:tc>
          <w:tcPr>
            <w:tcW w:w="600" w:type="dxa"/>
            <w:tcBorders>
              <w:right w:val="dashed" w:sz="4" w:space="0" w:color="auto"/>
            </w:tcBorders>
            <w:shd w:val="clear" w:color="auto" w:fill="auto"/>
            <w:vAlign w:val="center"/>
          </w:tcPr>
          <w:p w14:paraId="424A6E2B" w14:textId="77777777" w:rsidR="005B2BFF" w:rsidRPr="00DB43A7" w:rsidRDefault="005B2BFF" w:rsidP="00B83566">
            <w:pPr>
              <w:jc w:val="center"/>
              <w:rPr>
                <w:rFonts w:hAnsi="ＭＳ 明朝"/>
                <w:b/>
                <w:sz w:val="44"/>
                <w:szCs w:val="44"/>
              </w:rPr>
            </w:pPr>
          </w:p>
        </w:tc>
        <w:tc>
          <w:tcPr>
            <w:tcW w:w="640" w:type="dxa"/>
            <w:tcBorders>
              <w:left w:val="dashed" w:sz="4" w:space="0" w:color="auto"/>
              <w:right w:val="dashed" w:sz="4" w:space="0" w:color="auto"/>
            </w:tcBorders>
            <w:shd w:val="clear" w:color="auto" w:fill="auto"/>
            <w:vAlign w:val="center"/>
          </w:tcPr>
          <w:p w14:paraId="3C7145BB" w14:textId="77777777" w:rsidR="005B2BFF" w:rsidRPr="00DB43A7" w:rsidRDefault="005B2BFF" w:rsidP="00B83566">
            <w:pPr>
              <w:jc w:val="center"/>
              <w:rPr>
                <w:rFonts w:hAnsi="ＭＳ 明朝"/>
                <w:b/>
                <w:sz w:val="44"/>
                <w:szCs w:val="44"/>
              </w:rPr>
            </w:pPr>
          </w:p>
        </w:tc>
        <w:tc>
          <w:tcPr>
            <w:tcW w:w="640" w:type="dxa"/>
            <w:tcBorders>
              <w:left w:val="dashed" w:sz="4" w:space="0" w:color="auto"/>
            </w:tcBorders>
            <w:shd w:val="clear" w:color="auto" w:fill="auto"/>
            <w:vAlign w:val="center"/>
          </w:tcPr>
          <w:p w14:paraId="608CF62A" w14:textId="77777777" w:rsidR="005B2BFF" w:rsidRPr="00DB43A7" w:rsidRDefault="005B2BFF" w:rsidP="00B83566">
            <w:pPr>
              <w:jc w:val="center"/>
              <w:rPr>
                <w:rFonts w:hAnsi="ＭＳ 明朝"/>
                <w:b/>
                <w:sz w:val="44"/>
                <w:szCs w:val="44"/>
              </w:rPr>
            </w:pPr>
          </w:p>
        </w:tc>
        <w:tc>
          <w:tcPr>
            <w:tcW w:w="640" w:type="dxa"/>
            <w:tcBorders>
              <w:right w:val="dashed" w:sz="4" w:space="0" w:color="auto"/>
            </w:tcBorders>
            <w:shd w:val="clear" w:color="auto" w:fill="auto"/>
            <w:vAlign w:val="center"/>
          </w:tcPr>
          <w:p w14:paraId="1ACCA44B" w14:textId="77777777" w:rsidR="005B2BFF" w:rsidRPr="00DB43A7" w:rsidRDefault="005B2BFF" w:rsidP="00B83566">
            <w:pPr>
              <w:jc w:val="center"/>
              <w:rPr>
                <w:rFonts w:hAnsi="ＭＳ 明朝"/>
                <w:b/>
                <w:sz w:val="44"/>
                <w:szCs w:val="44"/>
              </w:rPr>
            </w:pPr>
          </w:p>
        </w:tc>
        <w:tc>
          <w:tcPr>
            <w:tcW w:w="640" w:type="dxa"/>
            <w:tcBorders>
              <w:left w:val="dashed" w:sz="4" w:space="0" w:color="auto"/>
              <w:right w:val="dashed" w:sz="4" w:space="0" w:color="auto"/>
            </w:tcBorders>
            <w:shd w:val="clear" w:color="auto" w:fill="auto"/>
            <w:vAlign w:val="center"/>
          </w:tcPr>
          <w:p w14:paraId="37C78E77" w14:textId="77777777" w:rsidR="005B2BFF" w:rsidRPr="00DB43A7" w:rsidRDefault="005B2BFF" w:rsidP="00B83566">
            <w:pPr>
              <w:jc w:val="center"/>
              <w:rPr>
                <w:rFonts w:hAnsi="ＭＳ 明朝"/>
                <w:b/>
                <w:sz w:val="44"/>
                <w:szCs w:val="44"/>
              </w:rPr>
            </w:pPr>
          </w:p>
        </w:tc>
        <w:tc>
          <w:tcPr>
            <w:tcW w:w="640" w:type="dxa"/>
            <w:tcBorders>
              <w:left w:val="dashed" w:sz="4" w:space="0" w:color="auto"/>
            </w:tcBorders>
            <w:shd w:val="clear" w:color="auto" w:fill="auto"/>
            <w:vAlign w:val="center"/>
          </w:tcPr>
          <w:p w14:paraId="7DB12E10" w14:textId="77777777" w:rsidR="005B2BFF" w:rsidRPr="00DB43A7" w:rsidRDefault="005B2BFF" w:rsidP="00B83566">
            <w:pPr>
              <w:jc w:val="center"/>
              <w:rPr>
                <w:rFonts w:hAnsi="ＭＳ 明朝"/>
                <w:b/>
                <w:sz w:val="44"/>
                <w:szCs w:val="44"/>
              </w:rPr>
            </w:pPr>
          </w:p>
        </w:tc>
        <w:tc>
          <w:tcPr>
            <w:tcW w:w="640" w:type="dxa"/>
            <w:tcBorders>
              <w:right w:val="dashed" w:sz="4" w:space="0" w:color="auto"/>
            </w:tcBorders>
            <w:shd w:val="clear" w:color="auto" w:fill="auto"/>
            <w:vAlign w:val="center"/>
          </w:tcPr>
          <w:p w14:paraId="11411CEB" w14:textId="77777777" w:rsidR="005B2BFF" w:rsidRPr="00DB43A7" w:rsidRDefault="005B2BFF" w:rsidP="00B83566">
            <w:pPr>
              <w:jc w:val="center"/>
              <w:rPr>
                <w:rFonts w:hAnsi="ＭＳ 明朝"/>
                <w:b/>
                <w:sz w:val="44"/>
                <w:szCs w:val="44"/>
              </w:rPr>
            </w:pPr>
          </w:p>
        </w:tc>
        <w:tc>
          <w:tcPr>
            <w:tcW w:w="640" w:type="dxa"/>
            <w:tcBorders>
              <w:left w:val="dashed" w:sz="4" w:space="0" w:color="auto"/>
              <w:right w:val="dashed" w:sz="4" w:space="0" w:color="auto"/>
            </w:tcBorders>
            <w:shd w:val="clear" w:color="auto" w:fill="auto"/>
            <w:vAlign w:val="center"/>
          </w:tcPr>
          <w:p w14:paraId="09FF15A7" w14:textId="77777777" w:rsidR="005B2BFF" w:rsidRPr="00DB43A7" w:rsidRDefault="005B2BFF" w:rsidP="00B83566">
            <w:pPr>
              <w:jc w:val="center"/>
              <w:rPr>
                <w:rFonts w:hAnsi="ＭＳ 明朝"/>
                <w:b/>
                <w:sz w:val="44"/>
                <w:szCs w:val="44"/>
              </w:rPr>
            </w:pPr>
          </w:p>
        </w:tc>
        <w:tc>
          <w:tcPr>
            <w:tcW w:w="640" w:type="dxa"/>
            <w:tcBorders>
              <w:left w:val="dashed" w:sz="4" w:space="0" w:color="auto"/>
            </w:tcBorders>
            <w:shd w:val="clear" w:color="auto" w:fill="auto"/>
            <w:vAlign w:val="center"/>
          </w:tcPr>
          <w:p w14:paraId="19EE5693" w14:textId="77777777" w:rsidR="005B2BFF" w:rsidRPr="00DB43A7" w:rsidRDefault="005B2BFF" w:rsidP="00B83566">
            <w:pPr>
              <w:jc w:val="center"/>
              <w:rPr>
                <w:rFonts w:hAnsi="ＭＳ 明朝"/>
                <w:b/>
                <w:sz w:val="44"/>
                <w:szCs w:val="44"/>
              </w:rPr>
            </w:pPr>
          </w:p>
        </w:tc>
        <w:tc>
          <w:tcPr>
            <w:tcW w:w="427" w:type="dxa"/>
            <w:tcBorders>
              <w:top w:val="nil"/>
              <w:left w:val="dashed" w:sz="4" w:space="0" w:color="auto"/>
              <w:bottom w:val="nil"/>
              <w:right w:val="nil"/>
            </w:tcBorders>
            <w:shd w:val="clear" w:color="auto" w:fill="auto"/>
            <w:vAlign w:val="bottom"/>
          </w:tcPr>
          <w:p w14:paraId="677C1400" w14:textId="77777777" w:rsidR="005B2BFF" w:rsidRPr="00DB43A7" w:rsidRDefault="005B2BFF" w:rsidP="00B83566">
            <w:pPr>
              <w:rPr>
                <w:rFonts w:hAnsi="ＭＳ 明朝"/>
                <w:b/>
                <w:sz w:val="44"/>
                <w:szCs w:val="44"/>
              </w:rPr>
            </w:pPr>
            <w:r w:rsidRPr="00DB43A7">
              <w:rPr>
                <w:rFonts w:hAnsi="ＭＳ 明朝" w:hint="eastAsia"/>
                <w:sz w:val="22"/>
                <w:szCs w:val="22"/>
              </w:rPr>
              <w:t>円</w:t>
            </w:r>
          </w:p>
        </w:tc>
      </w:tr>
    </w:tbl>
    <w:p w14:paraId="2159CEF5" w14:textId="77777777" w:rsidR="005B2BFF" w:rsidRPr="00DB43A7" w:rsidRDefault="005B2BFF" w:rsidP="005B2BFF">
      <w:pPr>
        <w:rPr>
          <w:rFonts w:hAnsi="ＭＳ 明朝"/>
          <w:sz w:val="22"/>
          <w:szCs w:val="22"/>
        </w:rPr>
      </w:pPr>
    </w:p>
    <w:p w14:paraId="0D654966" w14:textId="77777777" w:rsidR="005B2BFF" w:rsidRPr="00DB43A7" w:rsidRDefault="005B2BFF" w:rsidP="005B2BFF">
      <w:pPr>
        <w:rPr>
          <w:rFonts w:hAnsi="ＭＳ 明朝"/>
          <w:sz w:val="22"/>
          <w:szCs w:val="22"/>
        </w:rPr>
      </w:pPr>
      <w:r w:rsidRPr="00DB43A7">
        <w:rPr>
          <w:rFonts w:hAnsi="ＭＳ 明朝" w:hint="eastAsia"/>
          <w:sz w:val="22"/>
          <w:szCs w:val="22"/>
        </w:rPr>
        <w:t xml:space="preserve">　上記金額をもって、仕様書、山口市競争入札参加者心得及びその他入札条件（工事請負又は建設コンサルタント業務等にあっては、山口市建設工事標準請負契約約款又は山口市建設コンサルタント業務等約款並びに設計書、図面及び現場説明事項を含む。）を承諾の上、入札いたします。</w:t>
      </w:r>
    </w:p>
    <w:p w14:paraId="01BD90F8" w14:textId="77777777" w:rsidR="005B2BFF" w:rsidRPr="00DB43A7" w:rsidRDefault="005B2BFF" w:rsidP="005B2BFF">
      <w:pPr>
        <w:rPr>
          <w:rFonts w:hAnsi="ＭＳ 明朝"/>
          <w:sz w:val="24"/>
          <w:szCs w:val="24"/>
        </w:rPr>
      </w:pPr>
    </w:p>
    <w:tbl>
      <w:tblPr>
        <w:tblpPr w:leftFromText="142" w:rightFromText="142" w:vertAnchor="text" w:horzAnchor="margin" w:tblpXSpec="right" w:tblpY="-17"/>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91"/>
      </w:tblGrid>
      <w:tr w:rsidR="005B2BFF" w:rsidRPr="00DB43A7" w14:paraId="2561DE23" w14:textId="77777777" w:rsidTr="00B83566">
        <w:trPr>
          <w:trHeight w:val="130"/>
        </w:trPr>
        <w:tc>
          <w:tcPr>
            <w:tcW w:w="1891" w:type="dxa"/>
            <w:shd w:val="clear" w:color="auto" w:fill="auto"/>
          </w:tcPr>
          <w:p w14:paraId="606F356F" w14:textId="77777777" w:rsidR="005B2BFF" w:rsidRPr="00DB43A7" w:rsidRDefault="005B2BFF" w:rsidP="00B83566">
            <w:pPr>
              <w:jc w:val="center"/>
              <w:rPr>
                <w:rFonts w:hAnsi="ＭＳ 明朝"/>
                <w:szCs w:val="21"/>
              </w:rPr>
            </w:pPr>
            <w:r w:rsidRPr="00DB43A7">
              <w:rPr>
                <w:rFonts w:hAnsi="ＭＳ 明朝" w:hint="eastAsia"/>
                <w:szCs w:val="21"/>
              </w:rPr>
              <w:t>入札者の印</w:t>
            </w:r>
          </w:p>
        </w:tc>
      </w:tr>
      <w:tr w:rsidR="005B2BFF" w:rsidRPr="00DB43A7" w14:paraId="7B71FC97" w14:textId="77777777" w:rsidTr="00B83566">
        <w:trPr>
          <w:trHeight w:val="1359"/>
        </w:trPr>
        <w:tc>
          <w:tcPr>
            <w:tcW w:w="1891" w:type="dxa"/>
            <w:shd w:val="clear" w:color="auto" w:fill="auto"/>
          </w:tcPr>
          <w:p w14:paraId="3693A408" w14:textId="77777777" w:rsidR="005B2BFF" w:rsidRPr="00DB43A7" w:rsidRDefault="005B2BFF" w:rsidP="00B83566">
            <w:pPr>
              <w:rPr>
                <w:rFonts w:hAnsi="ＭＳ 明朝"/>
                <w:sz w:val="24"/>
                <w:szCs w:val="24"/>
              </w:rPr>
            </w:pPr>
          </w:p>
          <w:p w14:paraId="59088D0A" w14:textId="77777777" w:rsidR="005B2BFF" w:rsidRPr="00DB43A7" w:rsidRDefault="005B2BFF" w:rsidP="00B83566">
            <w:pPr>
              <w:rPr>
                <w:rFonts w:hAnsi="ＭＳ 明朝"/>
                <w:sz w:val="24"/>
                <w:szCs w:val="24"/>
              </w:rPr>
            </w:pPr>
          </w:p>
          <w:p w14:paraId="38179312" w14:textId="77777777" w:rsidR="005B2BFF" w:rsidRPr="00DB43A7" w:rsidRDefault="005B2BFF" w:rsidP="00B83566">
            <w:pPr>
              <w:rPr>
                <w:rFonts w:hAnsi="ＭＳ 明朝"/>
                <w:sz w:val="24"/>
                <w:szCs w:val="24"/>
              </w:rPr>
            </w:pPr>
            <w:r w:rsidRPr="00DB43A7">
              <w:rPr>
                <w:rFonts w:hAnsi="ＭＳ 明朝" w:hint="eastAsia"/>
                <w:sz w:val="24"/>
                <w:szCs w:val="24"/>
              </w:rPr>
              <w:t xml:space="preserve">　　　㊞</w:t>
            </w:r>
          </w:p>
        </w:tc>
      </w:tr>
      <w:tr w:rsidR="005B2BFF" w:rsidRPr="00DB43A7" w14:paraId="002B2D4F" w14:textId="77777777" w:rsidTr="00B83566">
        <w:trPr>
          <w:trHeight w:val="898"/>
        </w:trPr>
        <w:tc>
          <w:tcPr>
            <w:tcW w:w="1891" w:type="dxa"/>
            <w:tcBorders>
              <w:bottom w:val="single" w:sz="4" w:space="0" w:color="auto"/>
            </w:tcBorders>
            <w:shd w:val="clear" w:color="auto" w:fill="auto"/>
          </w:tcPr>
          <w:p w14:paraId="5EF43200" w14:textId="77777777" w:rsidR="005B2BFF" w:rsidRPr="00DB43A7" w:rsidRDefault="005B2BFF" w:rsidP="00B83566">
            <w:pPr>
              <w:ind w:leftChars="-29" w:left="-56" w:rightChars="-38" w:right="-73"/>
              <w:rPr>
                <w:rFonts w:hAnsi="ＭＳ 明朝"/>
                <w:sz w:val="18"/>
                <w:szCs w:val="18"/>
              </w:rPr>
            </w:pPr>
            <w:r w:rsidRPr="00DB43A7">
              <w:rPr>
                <w:rFonts w:hAnsi="ＭＳ 明朝" w:hint="eastAsia"/>
                <w:sz w:val="18"/>
                <w:szCs w:val="18"/>
              </w:rPr>
              <w:t>・使用印鑑届における使用印に限る</w:t>
            </w:r>
          </w:p>
          <w:p w14:paraId="592F21A9" w14:textId="77777777" w:rsidR="005B2BFF" w:rsidRPr="00DB43A7" w:rsidRDefault="005B2BFF" w:rsidP="00B83566">
            <w:pPr>
              <w:ind w:leftChars="-29" w:left="-56" w:rightChars="-38" w:right="-73"/>
              <w:rPr>
                <w:rFonts w:hAnsi="ＭＳ 明朝"/>
                <w:sz w:val="18"/>
                <w:szCs w:val="18"/>
              </w:rPr>
            </w:pPr>
            <w:r w:rsidRPr="00DB43A7">
              <w:rPr>
                <w:rFonts w:hAnsi="ＭＳ 明朝" w:hint="eastAsia"/>
                <w:sz w:val="18"/>
                <w:szCs w:val="18"/>
              </w:rPr>
              <w:t>・代理人が入札する場合は押印不要</w:t>
            </w:r>
          </w:p>
        </w:tc>
      </w:tr>
    </w:tbl>
    <w:p w14:paraId="1375EC2B" w14:textId="77777777" w:rsidR="005B2BFF" w:rsidRPr="00DB43A7" w:rsidRDefault="005B2BFF" w:rsidP="005B2BFF">
      <w:pPr>
        <w:ind w:firstLineChars="200" w:firstLine="447"/>
        <w:rPr>
          <w:rFonts w:hAnsi="ＭＳ 明朝"/>
          <w:sz w:val="24"/>
          <w:szCs w:val="24"/>
        </w:rPr>
      </w:pPr>
      <w:r w:rsidRPr="00DB43A7">
        <w:rPr>
          <w:rFonts w:hAnsi="ＭＳ 明朝" w:hint="eastAsia"/>
          <w:sz w:val="24"/>
          <w:szCs w:val="24"/>
        </w:rPr>
        <w:t xml:space="preserve">　　年　　月　　日</w:t>
      </w:r>
    </w:p>
    <w:p w14:paraId="2DF1F781" w14:textId="77777777" w:rsidR="005B2BFF" w:rsidRPr="00DB43A7" w:rsidRDefault="005B2BFF" w:rsidP="005B2BFF">
      <w:pPr>
        <w:rPr>
          <w:rFonts w:hAnsi="ＭＳ 明朝"/>
          <w:sz w:val="24"/>
          <w:szCs w:val="24"/>
        </w:rPr>
      </w:pPr>
    </w:p>
    <w:p w14:paraId="36B0D574" w14:textId="77777777" w:rsidR="005B2BFF" w:rsidRPr="00DB43A7" w:rsidRDefault="005B2BFF" w:rsidP="005B2BFF">
      <w:pPr>
        <w:ind w:firstLineChars="600" w:firstLine="1340"/>
        <w:rPr>
          <w:rFonts w:hAnsi="ＭＳ 明朝"/>
          <w:sz w:val="20"/>
        </w:rPr>
      </w:pPr>
      <w:r w:rsidRPr="00DB43A7">
        <w:rPr>
          <w:rFonts w:hAnsi="ＭＳ 明朝" w:hint="eastAsia"/>
          <w:sz w:val="24"/>
          <w:szCs w:val="24"/>
        </w:rPr>
        <w:t>入札者</w:t>
      </w:r>
    </w:p>
    <w:p w14:paraId="38F99B08" w14:textId="77777777" w:rsidR="005B2BFF" w:rsidRPr="00DB43A7" w:rsidRDefault="005B2BFF" w:rsidP="005B2BFF">
      <w:pPr>
        <w:ind w:firstLineChars="700" w:firstLine="1563"/>
        <w:rPr>
          <w:rFonts w:hAnsi="ＭＳ 明朝"/>
          <w:sz w:val="24"/>
          <w:szCs w:val="24"/>
        </w:rPr>
      </w:pPr>
      <w:r w:rsidRPr="00DB43A7">
        <w:rPr>
          <w:rFonts w:hAnsi="ＭＳ 明朝" w:hint="eastAsia"/>
          <w:sz w:val="24"/>
          <w:szCs w:val="24"/>
        </w:rPr>
        <w:t>住　　　　所</w:t>
      </w:r>
    </w:p>
    <w:p w14:paraId="5ABD5E37" w14:textId="77777777" w:rsidR="005B2BFF" w:rsidRPr="00DB43A7" w:rsidRDefault="005B2BFF" w:rsidP="005B2BFF">
      <w:pPr>
        <w:ind w:firstLineChars="700" w:firstLine="1563"/>
        <w:rPr>
          <w:rFonts w:hAnsi="ＭＳ 明朝"/>
          <w:sz w:val="24"/>
          <w:szCs w:val="24"/>
        </w:rPr>
      </w:pPr>
      <w:r w:rsidRPr="00DB43A7">
        <w:rPr>
          <w:rFonts w:hAnsi="ＭＳ 明朝" w:hint="eastAsia"/>
          <w:sz w:val="24"/>
          <w:szCs w:val="24"/>
        </w:rPr>
        <w:t>商号又は名称</w:t>
      </w:r>
    </w:p>
    <w:p w14:paraId="2DD45BCB" w14:textId="77777777" w:rsidR="005B2BFF" w:rsidRPr="00DB43A7" w:rsidRDefault="005B2BFF" w:rsidP="005B2BFF">
      <w:pPr>
        <w:ind w:firstLineChars="700" w:firstLine="1563"/>
        <w:rPr>
          <w:rFonts w:hAnsi="ＭＳ 明朝"/>
          <w:sz w:val="24"/>
          <w:szCs w:val="24"/>
        </w:rPr>
      </w:pPr>
      <w:r w:rsidRPr="00DB43A7">
        <w:rPr>
          <w:rFonts w:hAnsi="ＭＳ 明朝" w:hint="eastAsia"/>
          <w:sz w:val="24"/>
          <w:szCs w:val="24"/>
        </w:rPr>
        <w:t xml:space="preserve">代表者職氏名　　　　　　　　　　　　　　　</w:t>
      </w:r>
    </w:p>
    <w:p w14:paraId="46D23F3B" w14:textId="77777777" w:rsidR="005B2BFF" w:rsidRPr="00DB43A7" w:rsidRDefault="005B2BFF" w:rsidP="005B2BFF">
      <w:pPr>
        <w:rPr>
          <w:rFonts w:hAnsi="ＭＳ 明朝"/>
          <w:sz w:val="24"/>
          <w:szCs w:val="24"/>
        </w:rPr>
      </w:pPr>
      <w:r w:rsidRPr="00DB43A7">
        <w:rPr>
          <w:rFonts w:hAnsi="ＭＳ 明朝" w:hint="eastAsia"/>
          <w:sz w:val="24"/>
          <w:szCs w:val="24"/>
        </w:rPr>
        <w:t xml:space="preserve">　　　　　</w:t>
      </w:r>
    </w:p>
    <w:p w14:paraId="0AD09507" w14:textId="77777777" w:rsidR="005B2BFF" w:rsidRPr="00DB43A7" w:rsidRDefault="005B2BFF" w:rsidP="005B2BFF">
      <w:pPr>
        <w:jc w:val="center"/>
        <w:rPr>
          <w:rFonts w:hAnsi="ＭＳ 明朝"/>
          <w:sz w:val="24"/>
          <w:szCs w:val="24"/>
        </w:rPr>
      </w:pPr>
    </w:p>
    <w:p w14:paraId="7EF1D1CE" w14:textId="77777777" w:rsidR="005B2BFF" w:rsidRPr="00DB43A7" w:rsidRDefault="005B2BFF" w:rsidP="005B2BFF">
      <w:pPr>
        <w:jc w:val="center"/>
        <w:rPr>
          <w:rFonts w:hAnsi="ＭＳ 明朝"/>
          <w:sz w:val="24"/>
          <w:szCs w:val="24"/>
        </w:rPr>
      </w:pPr>
    </w:p>
    <w:tbl>
      <w:tblPr>
        <w:tblpPr w:leftFromText="142" w:rightFromText="142" w:vertAnchor="text" w:horzAnchor="margin" w:tblpXSpec="right" w:tblpY="19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91"/>
      </w:tblGrid>
      <w:tr w:rsidR="005B2BFF" w:rsidRPr="00DB43A7" w14:paraId="1EC3F313" w14:textId="77777777" w:rsidTr="00B83566">
        <w:trPr>
          <w:trHeight w:val="255"/>
        </w:trPr>
        <w:tc>
          <w:tcPr>
            <w:tcW w:w="1891" w:type="dxa"/>
            <w:shd w:val="clear" w:color="auto" w:fill="auto"/>
          </w:tcPr>
          <w:p w14:paraId="1E0AC8BE" w14:textId="77777777" w:rsidR="005B2BFF" w:rsidRPr="00DB43A7" w:rsidRDefault="005B2BFF" w:rsidP="00B83566">
            <w:pPr>
              <w:jc w:val="center"/>
              <w:rPr>
                <w:rFonts w:hAnsi="ＭＳ 明朝"/>
                <w:szCs w:val="21"/>
              </w:rPr>
            </w:pPr>
            <w:r w:rsidRPr="00DB43A7">
              <w:rPr>
                <w:rFonts w:hAnsi="ＭＳ 明朝" w:hint="eastAsia"/>
                <w:szCs w:val="21"/>
              </w:rPr>
              <w:t>代理人の印</w:t>
            </w:r>
          </w:p>
        </w:tc>
      </w:tr>
      <w:tr w:rsidR="005B2BFF" w:rsidRPr="00DB43A7" w14:paraId="690B89BF" w14:textId="77777777" w:rsidTr="00B83566">
        <w:trPr>
          <w:trHeight w:val="1359"/>
        </w:trPr>
        <w:tc>
          <w:tcPr>
            <w:tcW w:w="1891" w:type="dxa"/>
            <w:shd w:val="clear" w:color="auto" w:fill="auto"/>
          </w:tcPr>
          <w:p w14:paraId="5E50CF68" w14:textId="77777777" w:rsidR="005B2BFF" w:rsidRPr="00DB43A7" w:rsidRDefault="005B2BFF" w:rsidP="00B83566">
            <w:pPr>
              <w:rPr>
                <w:rFonts w:hAnsi="ＭＳ 明朝"/>
                <w:sz w:val="24"/>
                <w:szCs w:val="24"/>
              </w:rPr>
            </w:pPr>
          </w:p>
          <w:p w14:paraId="5D31A8C3" w14:textId="77777777" w:rsidR="005B2BFF" w:rsidRPr="00DB43A7" w:rsidRDefault="005B2BFF" w:rsidP="00B83566">
            <w:pPr>
              <w:rPr>
                <w:rFonts w:hAnsi="ＭＳ 明朝"/>
                <w:sz w:val="24"/>
                <w:szCs w:val="24"/>
              </w:rPr>
            </w:pPr>
          </w:p>
          <w:p w14:paraId="552434D4" w14:textId="77777777" w:rsidR="005B2BFF" w:rsidRPr="00DB43A7" w:rsidRDefault="005B2BFF" w:rsidP="00B83566">
            <w:pPr>
              <w:rPr>
                <w:rFonts w:hAnsi="ＭＳ 明朝"/>
                <w:sz w:val="24"/>
                <w:szCs w:val="24"/>
              </w:rPr>
            </w:pPr>
            <w:r w:rsidRPr="00DB43A7">
              <w:rPr>
                <w:rFonts w:hAnsi="ＭＳ 明朝" w:hint="eastAsia"/>
                <w:sz w:val="24"/>
                <w:szCs w:val="24"/>
              </w:rPr>
              <w:t xml:space="preserve">　　　㊞</w:t>
            </w:r>
          </w:p>
        </w:tc>
      </w:tr>
      <w:tr w:rsidR="005B2BFF" w:rsidRPr="00DB43A7" w14:paraId="592D07C3" w14:textId="77777777" w:rsidTr="00B83566">
        <w:trPr>
          <w:trHeight w:val="428"/>
        </w:trPr>
        <w:tc>
          <w:tcPr>
            <w:tcW w:w="1891" w:type="dxa"/>
            <w:tcBorders>
              <w:bottom w:val="single" w:sz="4" w:space="0" w:color="auto"/>
            </w:tcBorders>
            <w:shd w:val="clear" w:color="auto" w:fill="auto"/>
          </w:tcPr>
          <w:p w14:paraId="7AB05154" w14:textId="77777777" w:rsidR="005B2BFF" w:rsidRPr="00DB43A7" w:rsidRDefault="005B2BFF" w:rsidP="00B83566">
            <w:pPr>
              <w:rPr>
                <w:rFonts w:hAnsi="ＭＳ 明朝"/>
                <w:sz w:val="18"/>
                <w:szCs w:val="18"/>
              </w:rPr>
            </w:pPr>
            <w:r w:rsidRPr="00DB43A7">
              <w:rPr>
                <w:rFonts w:hAnsi="ＭＳ 明朝" w:hint="eastAsia"/>
                <w:sz w:val="18"/>
                <w:szCs w:val="18"/>
              </w:rPr>
              <w:t>代理人が入札する場合のみ押印</w:t>
            </w:r>
          </w:p>
        </w:tc>
      </w:tr>
    </w:tbl>
    <w:p w14:paraId="2F8FB49C" w14:textId="77777777" w:rsidR="005B2BFF" w:rsidRPr="00DB43A7" w:rsidRDefault="005B2BFF" w:rsidP="005B2BFF">
      <w:pPr>
        <w:rPr>
          <w:rFonts w:hAnsi="ＭＳ 明朝"/>
          <w:szCs w:val="21"/>
        </w:rPr>
      </w:pPr>
      <w:r w:rsidRPr="00DB43A7">
        <w:rPr>
          <w:rFonts w:hAnsi="ＭＳ 明朝" w:hint="eastAsia"/>
          <w:sz w:val="24"/>
          <w:szCs w:val="24"/>
        </w:rPr>
        <w:t xml:space="preserve">　　　　　</w:t>
      </w:r>
      <w:r w:rsidRPr="00DB43A7">
        <w:rPr>
          <w:rFonts w:hAnsi="ＭＳ 明朝" w:hint="eastAsia"/>
          <w:szCs w:val="21"/>
        </w:rPr>
        <w:t>（代理人が入札をする場合は、以下にも記入・押印）</w:t>
      </w:r>
    </w:p>
    <w:p w14:paraId="3710864F" w14:textId="77777777" w:rsidR="005B2BFF" w:rsidRPr="00DB43A7" w:rsidRDefault="005B2BFF" w:rsidP="005B2BFF">
      <w:pPr>
        <w:rPr>
          <w:rFonts w:hAnsi="ＭＳ 明朝"/>
          <w:sz w:val="24"/>
          <w:szCs w:val="24"/>
        </w:rPr>
      </w:pPr>
      <w:r w:rsidRPr="00DB43A7">
        <w:rPr>
          <w:rFonts w:hAnsi="ＭＳ 明朝" w:hint="eastAsia"/>
          <w:sz w:val="24"/>
          <w:szCs w:val="24"/>
        </w:rPr>
        <w:t xml:space="preserve">　　　　　　</w:t>
      </w:r>
    </w:p>
    <w:p w14:paraId="0FFD630A" w14:textId="77777777" w:rsidR="005B2BFF" w:rsidRPr="00DB43A7" w:rsidRDefault="005B2BFF" w:rsidP="005B2BFF">
      <w:pPr>
        <w:ind w:firstLineChars="700" w:firstLine="1563"/>
        <w:rPr>
          <w:rFonts w:hAnsi="ＭＳ 明朝"/>
          <w:sz w:val="24"/>
          <w:szCs w:val="24"/>
        </w:rPr>
      </w:pPr>
      <w:r w:rsidRPr="00DB43A7">
        <w:rPr>
          <w:rFonts w:hAnsi="ＭＳ 明朝" w:hint="eastAsia"/>
          <w:sz w:val="24"/>
          <w:szCs w:val="24"/>
        </w:rPr>
        <w:t xml:space="preserve">代理人氏名　　　　　　　　　　　　</w:t>
      </w:r>
    </w:p>
    <w:p w14:paraId="06CD1E0D" w14:textId="77777777" w:rsidR="005B2BFF" w:rsidRPr="00DB43A7" w:rsidRDefault="005B2BFF" w:rsidP="005B2BFF">
      <w:pPr>
        <w:rPr>
          <w:rFonts w:hAnsi="ＭＳ 明朝"/>
          <w:sz w:val="24"/>
          <w:szCs w:val="24"/>
        </w:rPr>
      </w:pPr>
    </w:p>
    <w:p w14:paraId="06067AAB" w14:textId="77777777" w:rsidR="005B2BFF" w:rsidRPr="00DB43A7" w:rsidRDefault="005B2BFF" w:rsidP="005B2BFF">
      <w:pPr>
        <w:rPr>
          <w:rFonts w:hAnsi="ＭＳ 明朝"/>
          <w:sz w:val="24"/>
          <w:szCs w:val="24"/>
        </w:rPr>
      </w:pPr>
    </w:p>
    <w:p w14:paraId="419CB076" w14:textId="77777777" w:rsidR="005B2BFF" w:rsidRPr="00DB43A7" w:rsidRDefault="005B2BFF" w:rsidP="005B2BFF">
      <w:pPr>
        <w:rPr>
          <w:rFonts w:hAnsi="ＭＳ 明朝"/>
          <w:dstrike/>
          <w:sz w:val="24"/>
          <w:szCs w:val="24"/>
        </w:rPr>
      </w:pPr>
      <w:r w:rsidRPr="00DB43A7">
        <w:rPr>
          <w:rFonts w:hAnsi="ＭＳ 明朝" w:hint="eastAsia"/>
          <w:sz w:val="24"/>
          <w:szCs w:val="24"/>
        </w:rPr>
        <w:t xml:space="preserve">　発注者</w:t>
      </w:r>
    </w:p>
    <w:p w14:paraId="332A7D81" w14:textId="77777777" w:rsidR="005B2BFF" w:rsidRPr="00C359EE" w:rsidRDefault="005B2BFF" w:rsidP="005B2BFF">
      <w:pPr>
        <w:rPr>
          <w:rFonts w:hAnsi="ＭＳ 明朝"/>
          <w:sz w:val="32"/>
          <w:szCs w:val="32"/>
        </w:rPr>
      </w:pPr>
      <w:r w:rsidRPr="00C359EE">
        <w:rPr>
          <w:rFonts w:hAnsi="ＭＳ 明朝" w:hint="eastAsia"/>
          <w:sz w:val="24"/>
          <w:szCs w:val="24"/>
        </w:rPr>
        <w:t xml:space="preserve">　</w:t>
      </w:r>
      <w:r w:rsidR="00DA43A9" w:rsidRPr="00C359EE">
        <w:rPr>
          <w:rFonts w:hAnsi="ＭＳ 明朝" w:hint="eastAsia"/>
          <w:sz w:val="24"/>
          <w:szCs w:val="24"/>
        </w:rPr>
        <w:t>（宛先）</w:t>
      </w:r>
      <w:r w:rsidRPr="00C359EE">
        <w:rPr>
          <w:rFonts w:hAnsi="ＭＳ 明朝" w:hint="eastAsia"/>
          <w:sz w:val="32"/>
          <w:szCs w:val="32"/>
        </w:rPr>
        <w:t xml:space="preserve">山　口　市　長 </w:t>
      </w:r>
    </w:p>
    <w:p w14:paraId="001D8127" w14:textId="77777777" w:rsidR="005B2BFF" w:rsidRPr="00DB43A7" w:rsidRDefault="005B2BFF" w:rsidP="005B2BFF">
      <w:pPr>
        <w:pStyle w:val="a4"/>
        <w:ind w:left="550" w:hangingChars="300" w:hanging="550"/>
        <w:rPr>
          <w:rFonts w:hAnsi="ＭＳ 明朝"/>
          <w:sz w:val="20"/>
        </w:rPr>
      </w:pPr>
    </w:p>
    <w:p w14:paraId="06F06CFE" w14:textId="77777777" w:rsidR="005B2BFF" w:rsidRPr="00DB43A7" w:rsidRDefault="005B2BFF" w:rsidP="005B2BFF">
      <w:pPr>
        <w:pStyle w:val="a4"/>
        <w:ind w:left="550" w:hangingChars="300" w:hanging="550"/>
        <w:rPr>
          <w:rFonts w:hAnsi="ＭＳ 明朝"/>
          <w:sz w:val="20"/>
        </w:rPr>
      </w:pPr>
      <w:r w:rsidRPr="00DB43A7">
        <w:rPr>
          <w:rFonts w:hAnsi="ＭＳ 明朝" w:hint="eastAsia"/>
          <w:sz w:val="20"/>
        </w:rPr>
        <w:t>【注意事項】</w:t>
      </w:r>
    </w:p>
    <w:p w14:paraId="50920C1D" w14:textId="77777777" w:rsidR="005B2BFF" w:rsidRPr="00DB43A7" w:rsidRDefault="005B2BFF" w:rsidP="005B2BFF">
      <w:pPr>
        <w:pStyle w:val="a4"/>
        <w:widowControl/>
        <w:ind w:leftChars="100" w:left="560" w:hangingChars="200" w:hanging="367"/>
        <w:rPr>
          <w:rFonts w:hAnsi="ＭＳ 明朝"/>
          <w:sz w:val="20"/>
        </w:rPr>
      </w:pPr>
      <w:r w:rsidRPr="00DB43A7">
        <w:rPr>
          <w:rFonts w:hAnsi="ＭＳ 明朝" w:hint="eastAsia"/>
          <w:sz w:val="20"/>
        </w:rPr>
        <w:t>１　　金額は、アラビア数字（0、1、2、3……9）を用いて正確に記入し、金額の頭書に、￥の記号を付けるか、空白欄に横線を引くこと。金額の加除訂正は認めないので書き損じた際は新しい入札書を使用すること。</w:t>
      </w:r>
    </w:p>
    <w:p w14:paraId="0DE79377" w14:textId="77777777" w:rsidR="005B2BFF" w:rsidRPr="00DB43A7" w:rsidRDefault="005B2BFF" w:rsidP="005B2BFF">
      <w:pPr>
        <w:pStyle w:val="a4"/>
        <w:widowControl/>
        <w:ind w:leftChars="100" w:left="560" w:hangingChars="200" w:hanging="367"/>
        <w:rPr>
          <w:rFonts w:hAnsi="ＭＳ 明朝"/>
          <w:sz w:val="20"/>
        </w:rPr>
      </w:pPr>
      <w:r w:rsidRPr="00DB43A7">
        <w:rPr>
          <w:rFonts w:hAnsi="ＭＳ 明朝" w:hint="eastAsia"/>
          <w:sz w:val="20"/>
        </w:rPr>
        <w:t>２　　入札者は、競争入札参加資格の登録における「山口市と契約を締結する相手方（本店又は委任先の支店・営業所等）の代表者（代表取締役、支店長等）」であること（共同企業体の場合は共同企業体結成届出書における共同企業体の名称並びに代表者の住所、商号又は名称及び代表者職氏名）。</w:t>
      </w:r>
    </w:p>
    <w:p w14:paraId="0810E5BF" w14:textId="77777777" w:rsidR="00364EB5" w:rsidRPr="00DB43A7" w:rsidRDefault="005B2BFF" w:rsidP="002F5D47">
      <w:pPr>
        <w:pStyle w:val="a4"/>
        <w:widowControl/>
        <w:ind w:leftChars="100" w:left="560" w:hangingChars="200" w:hanging="367"/>
        <w:rPr>
          <w:rFonts w:hAnsi="ＭＳ 明朝"/>
          <w:sz w:val="20"/>
        </w:rPr>
      </w:pPr>
      <w:r w:rsidRPr="00DB43A7">
        <w:rPr>
          <w:rFonts w:hAnsi="ＭＳ 明朝" w:hint="eastAsia"/>
          <w:sz w:val="20"/>
        </w:rPr>
        <w:t>３　　入札者の代理人が入札をする場合、上記「入札者」の記入に加え、「代理人氏名」の記入及び「代理人の印」の押印が必要である。また、委任状の提出も必要である（一括委任状を提出済みの場合は、委任状は不要）。</w:t>
      </w:r>
    </w:p>
    <w:p w14:paraId="0B4A75A1" w14:textId="77777777" w:rsidR="00BF22A7" w:rsidRDefault="00BF22A7" w:rsidP="005B2BFF">
      <w:pPr>
        <w:rPr>
          <w:rFonts w:hAnsi="ＭＳ 明朝"/>
          <w:sz w:val="22"/>
          <w:szCs w:val="22"/>
        </w:rPr>
      </w:pPr>
    </w:p>
    <w:sectPr w:rsidR="00BF22A7" w:rsidSect="00A46620">
      <w:type w:val="continuous"/>
      <w:pgSz w:w="11906" w:h="16838" w:code="9"/>
      <w:pgMar w:top="851" w:right="991" w:bottom="567" w:left="1361" w:header="340" w:footer="227" w:gutter="0"/>
      <w:pgNumType w:fmt="numberInDash"/>
      <w:cols w:space="425"/>
      <w:docGrid w:type="linesAndChars" w:linePitch="341" w:charSpace="-34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39BDA25" w14:textId="77777777" w:rsidR="00327E76" w:rsidRDefault="00327E76">
      <w:r>
        <w:separator/>
      </w:r>
    </w:p>
  </w:endnote>
  <w:endnote w:type="continuationSeparator" w:id="0">
    <w:p w14:paraId="17E92D43" w14:textId="77777777" w:rsidR="00327E76" w:rsidRDefault="00327E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BIZ UD明朝 Medium">
    <w:panose1 w:val="02020500000000000000"/>
    <w:charset w:val="80"/>
    <w:family w:val="roman"/>
    <w:pitch w:val="fixed"/>
    <w:sig w:usb0="E00002F7" w:usb1="2AC7EDF8" w:usb2="00000012" w:usb3="00000000" w:csb0="00020001"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E29F064" w14:textId="77777777" w:rsidR="00327E76" w:rsidRDefault="00327E76">
      <w:r>
        <w:separator/>
      </w:r>
    </w:p>
  </w:footnote>
  <w:footnote w:type="continuationSeparator" w:id="0">
    <w:p w14:paraId="0B7EAC62" w14:textId="77777777" w:rsidR="00327E76" w:rsidRDefault="00327E7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8BB2B0BB"/>
    <w:multiLevelType w:val="hybridMultilevel"/>
    <w:tmpl w:val="0C5CB67F"/>
    <w:lvl w:ilvl="0" w:tplc="FFFFFFFF">
      <w:start w:val="1"/>
      <w:numFmt w:val="ideographDigital"/>
      <w:lvlText w:val=""/>
      <w:lvlJc w:val="left"/>
    </w:lvl>
    <w:lvl w:ilvl="1" w:tplc="FFFFFFFF">
      <w:start w:val="1"/>
      <w:numFmt w:val="ideographDigit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91030B32"/>
    <w:multiLevelType w:val="hybridMultilevel"/>
    <w:tmpl w:val="ACFE73FB"/>
    <w:lvl w:ilvl="0" w:tplc="FFFFFFFF">
      <w:start w:val="1"/>
      <w:numFmt w:val="ideographDigital"/>
      <w:lvlText w:val="."/>
      <w:lvlJc w:val="left"/>
    </w:lvl>
    <w:lvl w:ilvl="1" w:tplc="FFFFFFFF">
      <w:start w:val="1"/>
      <w:numFmt w:val="ideographDigit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AA39CBDF"/>
    <w:multiLevelType w:val="hybridMultilevel"/>
    <w:tmpl w:val="213374B0"/>
    <w:lvl w:ilvl="0" w:tplc="FFFFFFFF">
      <w:start w:val="1"/>
      <w:numFmt w:val="ideographDigital"/>
      <w:lvlText w:val=""/>
      <w:lvlJc w:val="left"/>
    </w:lvl>
    <w:lvl w:ilvl="1" w:tplc="FFFFFFFF">
      <w:start w:val="1"/>
      <w:numFmt w:val="ideographDigit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CFB0F1FE"/>
    <w:multiLevelType w:val="hybridMultilevel"/>
    <w:tmpl w:val="737ACB61"/>
    <w:lvl w:ilvl="0" w:tplc="FFFFFFFF">
      <w:start w:val="1"/>
      <w:numFmt w:val="ideographDigital"/>
      <w:lvlText w:val=""/>
      <w:lvlJc w:val="left"/>
    </w:lvl>
    <w:lvl w:ilvl="1" w:tplc="FFFFFFFF">
      <w:start w:val="1"/>
      <w:numFmt w:val="ideographDigit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DF1B6738"/>
    <w:multiLevelType w:val="hybridMultilevel"/>
    <w:tmpl w:val="1C77CEA0"/>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FFFFFF7C"/>
    <w:multiLevelType w:val="singleLevel"/>
    <w:tmpl w:val="CA0CD804"/>
    <w:lvl w:ilvl="0">
      <w:start w:val="1"/>
      <w:numFmt w:val="decimal"/>
      <w:lvlText w:val="%1."/>
      <w:lvlJc w:val="left"/>
      <w:pPr>
        <w:tabs>
          <w:tab w:val="num" w:pos="2061"/>
        </w:tabs>
        <w:ind w:left="2061" w:hanging="360"/>
      </w:pPr>
    </w:lvl>
  </w:abstractNum>
  <w:abstractNum w:abstractNumId="6" w15:restartNumberingAfterBreak="0">
    <w:nsid w:val="FFFFFF7D"/>
    <w:multiLevelType w:val="singleLevel"/>
    <w:tmpl w:val="4176DCD6"/>
    <w:lvl w:ilvl="0">
      <w:start w:val="1"/>
      <w:numFmt w:val="decimal"/>
      <w:lvlText w:val="%1."/>
      <w:lvlJc w:val="left"/>
      <w:pPr>
        <w:tabs>
          <w:tab w:val="num" w:pos="1636"/>
        </w:tabs>
        <w:ind w:left="1636" w:hanging="360"/>
      </w:pPr>
    </w:lvl>
  </w:abstractNum>
  <w:abstractNum w:abstractNumId="7" w15:restartNumberingAfterBreak="0">
    <w:nsid w:val="FFFFFF7E"/>
    <w:multiLevelType w:val="singleLevel"/>
    <w:tmpl w:val="621ADC96"/>
    <w:lvl w:ilvl="0">
      <w:start w:val="1"/>
      <w:numFmt w:val="decimal"/>
      <w:lvlText w:val="%1."/>
      <w:lvlJc w:val="left"/>
      <w:pPr>
        <w:tabs>
          <w:tab w:val="num" w:pos="1211"/>
        </w:tabs>
        <w:ind w:left="1211" w:hanging="360"/>
      </w:pPr>
    </w:lvl>
  </w:abstractNum>
  <w:abstractNum w:abstractNumId="8" w15:restartNumberingAfterBreak="0">
    <w:nsid w:val="FFFFFF7F"/>
    <w:multiLevelType w:val="singleLevel"/>
    <w:tmpl w:val="AD7C06E0"/>
    <w:lvl w:ilvl="0">
      <w:start w:val="1"/>
      <w:numFmt w:val="decimal"/>
      <w:lvlText w:val="%1."/>
      <w:lvlJc w:val="left"/>
      <w:pPr>
        <w:tabs>
          <w:tab w:val="num" w:pos="785"/>
        </w:tabs>
        <w:ind w:left="785" w:hanging="360"/>
      </w:pPr>
    </w:lvl>
  </w:abstractNum>
  <w:abstractNum w:abstractNumId="9" w15:restartNumberingAfterBreak="0">
    <w:nsid w:val="FFFFFF80"/>
    <w:multiLevelType w:val="singleLevel"/>
    <w:tmpl w:val="24901A76"/>
    <w:lvl w:ilvl="0">
      <w:start w:val="1"/>
      <w:numFmt w:val="bullet"/>
      <w:lvlText w:val=""/>
      <w:lvlJc w:val="left"/>
      <w:pPr>
        <w:tabs>
          <w:tab w:val="num" w:pos="2061"/>
        </w:tabs>
        <w:ind w:left="2061" w:hanging="360"/>
      </w:pPr>
      <w:rPr>
        <w:rFonts w:ascii="Wingdings" w:hAnsi="Wingdings" w:hint="default"/>
      </w:rPr>
    </w:lvl>
  </w:abstractNum>
  <w:abstractNum w:abstractNumId="10" w15:restartNumberingAfterBreak="0">
    <w:nsid w:val="FFFFFF81"/>
    <w:multiLevelType w:val="singleLevel"/>
    <w:tmpl w:val="948E8698"/>
    <w:lvl w:ilvl="0">
      <w:start w:val="1"/>
      <w:numFmt w:val="bullet"/>
      <w:lvlText w:val=""/>
      <w:lvlJc w:val="left"/>
      <w:pPr>
        <w:tabs>
          <w:tab w:val="num" w:pos="1636"/>
        </w:tabs>
        <w:ind w:left="1636" w:hanging="360"/>
      </w:pPr>
      <w:rPr>
        <w:rFonts w:ascii="Wingdings" w:hAnsi="Wingdings" w:hint="default"/>
      </w:rPr>
    </w:lvl>
  </w:abstractNum>
  <w:abstractNum w:abstractNumId="11" w15:restartNumberingAfterBreak="0">
    <w:nsid w:val="FFFFFF82"/>
    <w:multiLevelType w:val="singleLevel"/>
    <w:tmpl w:val="FD2870FC"/>
    <w:lvl w:ilvl="0">
      <w:start w:val="1"/>
      <w:numFmt w:val="bullet"/>
      <w:lvlText w:val=""/>
      <w:lvlJc w:val="left"/>
      <w:pPr>
        <w:tabs>
          <w:tab w:val="num" w:pos="1211"/>
        </w:tabs>
        <w:ind w:left="1211" w:hanging="360"/>
      </w:pPr>
      <w:rPr>
        <w:rFonts w:ascii="Wingdings" w:hAnsi="Wingdings" w:hint="default"/>
      </w:rPr>
    </w:lvl>
  </w:abstractNum>
  <w:abstractNum w:abstractNumId="12" w15:restartNumberingAfterBreak="0">
    <w:nsid w:val="FFFFFF83"/>
    <w:multiLevelType w:val="singleLevel"/>
    <w:tmpl w:val="B53A1516"/>
    <w:lvl w:ilvl="0">
      <w:start w:val="1"/>
      <w:numFmt w:val="bullet"/>
      <w:lvlText w:val=""/>
      <w:lvlJc w:val="left"/>
      <w:pPr>
        <w:tabs>
          <w:tab w:val="num" w:pos="785"/>
        </w:tabs>
        <w:ind w:left="785" w:hanging="360"/>
      </w:pPr>
      <w:rPr>
        <w:rFonts w:ascii="Wingdings" w:hAnsi="Wingdings" w:hint="default"/>
      </w:rPr>
    </w:lvl>
  </w:abstractNum>
  <w:abstractNum w:abstractNumId="13" w15:restartNumberingAfterBreak="0">
    <w:nsid w:val="FFFFFF88"/>
    <w:multiLevelType w:val="singleLevel"/>
    <w:tmpl w:val="9CB691E6"/>
    <w:lvl w:ilvl="0">
      <w:start w:val="1"/>
      <w:numFmt w:val="decimal"/>
      <w:lvlText w:val="%1."/>
      <w:lvlJc w:val="left"/>
      <w:pPr>
        <w:tabs>
          <w:tab w:val="num" w:pos="360"/>
        </w:tabs>
        <w:ind w:left="360" w:hanging="360"/>
      </w:pPr>
    </w:lvl>
  </w:abstractNum>
  <w:abstractNum w:abstractNumId="14" w15:restartNumberingAfterBreak="0">
    <w:nsid w:val="FFFFFF89"/>
    <w:multiLevelType w:val="singleLevel"/>
    <w:tmpl w:val="B8AE9010"/>
    <w:lvl w:ilvl="0">
      <w:start w:val="1"/>
      <w:numFmt w:val="bullet"/>
      <w:lvlText w:val=""/>
      <w:lvlJc w:val="left"/>
      <w:pPr>
        <w:tabs>
          <w:tab w:val="num" w:pos="360"/>
        </w:tabs>
        <w:ind w:left="360" w:hanging="360"/>
      </w:pPr>
      <w:rPr>
        <w:rFonts w:ascii="Wingdings" w:hAnsi="Wingdings" w:hint="default"/>
      </w:rPr>
    </w:lvl>
  </w:abstractNum>
  <w:abstractNum w:abstractNumId="15" w15:restartNumberingAfterBreak="0">
    <w:nsid w:val="120B675D"/>
    <w:multiLevelType w:val="hybridMultilevel"/>
    <w:tmpl w:val="974BE5D0"/>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15:restartNumberingAfterBreak="0">
    <w:nsid w:val="14FB67BC"/>
    <w:multiLevelType w:val="multilevel"/>
    <w:tmpl w:val="0F743BF2"/>
    <w:lvl w:ilvl="0">
      <w:start w:val="1"/>
      <w:numFmt w:val="ideographDigital"/>
      <w:lvlText w:val=""/>
      <w:lvlJc w:val="left"/>
    </w:lvl>
    <w:lvl w:ilvl="1">
      <w:start w:val="1"/>
      <w:numFmt w:val="decimal"/>
      <w:lvlText w:val="%1."/>
      <w:lvlJc w:val="left"/>
    </w:lvl>
    <w:lvl w:ilvl="2">
      <w:start w:val="1"/>
      <w:numFmt w:val="ideographDigit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201318E5"/>
    <w:multiLevelType w:val="hybridMultilevel"/>
    <w:tmpl w:val="4F90E322"/>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15:restartNumberingAfterBreak="0">
    <w:nsid w:val="34C5FFE7"/>
    <w:multiLevelType w:val="hybridMultilevel"/>
    <w:tmpl w:val="60ADD01D"/>
    <w:lvl w:ilvl="0" w:tplc="FFFFFFFF">
      <w:start w:val="1"/>
      <w:numFmt w:val="ideographDigital"/>
      <w:lvlText w:val=""/>
      <w:lvlJc w:val="left"/>
    </w:lvl>
    <w:lvl w:ilvl="1" w:tplc="FFFFFFFF">
      <w:start w:val="1"/>
      <w:numFmt w:val="ideographDigit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15:restartNumberingAfterBreak="0">
    <w:nsid w:val="3D406FF2"/>
    <w:multiLevelType w:val="hybridMultilevel"/>
    <w:tmpl w:val="E86E078F"/>
    <w:lvl w:ilvl="0" w:tplc="FFFFFFFF">
      <w:start w:val="1"/>
      <w:numFmt w:val="ideographDigital"/>
      <w:lvlText w:val="."/>
      <w:lvlJc w:val="left"/>
    </w:lvl>
    <w:lvl w:ilvl="1" w:tplc="FFFFFFFF">
      <w:start w:val="1"/>
      <w:numFmt w:val="ideographDigit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 w15:restartNumberingAfterBreak="0">
    <w:nsid w:val="3FBA8088"/>
    <w:multiLevelType w:val="hybridMultilevel"/>
    <w:tmpl w:val="9297AE5B"/>
    <w:lvl w:ilvl="0" w:tplc="FFFFFFFF">
      <w:start w:val="1"/>
      <w:numFmt w:val="ideographDigital"/>
      <w:lvlText w:val="."/>
      <w:lvlJc w:val="left"/>
    </w:lvl>
    <w:lvl w:ilvl="1" w:tplc="FFFFFFFF">
      <w:start w:val="1"/>
      <w:numFmt w:val="ideographDigit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16cid:durableId="932586059">
    <w:abstractNumId w:val="14"/>
  </w:num>
  <w:num w:numId="2" w16cid:durableId="1642075770">
    <w:abstractNumId w:val="12"/>
  </w:num>
  <w:num w:numId="3" w16cid:durableId="2092391073">
    <w:abstractNumId w:val="11"/>
  </w:num>
  <w:num w:numId="4" w16cid:durableId="299649557">
    <w:abstractNumId w:val="10"/>
  </w:num>
  <w:num w:numId="5" w16cid:durableId="1131093254">
    <w:abstractNumId w:val="9"/>
  </w:num>
  <w:num w:numId="6" w16cid:durableId="340161375">
    <w:abstractNumId w:val="13"/>
  </w:num>
  <w:num w:numId="7" w16cid:durableId="1509556981">
    <w:abstractNumId w:val="8"/>
  </w:num>
  <w:num w:numId="8" w16cid:durableId="337856431">
    <w:abstractNumId w:val="7"/>
  </w:num>
  <w:num w:numId="9" w16cid:durableId="1185436779">
    <w:abstractNumId w:val="6"/>
  </w:num>
  <w:num w:numId="10" w16cid:durableId="1218517669">
    <w:abstractNumId w:val="5"/>
  </w:num>
  <w:num w:numId="11" w16cid:durableId="1753970020">
    <w:abstractNumId w:val="4"/>
  </w:num>
  <w:num w:numId="12" w16cid:durableId="1378581079">
    <w:abstractNumId w:val="2"/>
  </w:num>
  <w:num w:numId="13" w16cid:durableId="894512812">
    <w:abstractNumId w:val="0"/>
  </w:num>
  <w:num w:numId="14" w16cid:durableId="989594984">
    <w:abstractNumId w:val="3"/>
  </w:num>
  <w:num w:numId="15" w16cid:durableId="606155269">
    <w:abstractNumId w:val="18"/>
  </w:num>
  <w:num w:numId="16" w16cid:durableId="715542776">
    <w:abstractNumId w:val="16"/>
  </w:num>
  <w:num w:numId="17" w16cid:durableId="2090425389">
    <w:abstractNumId w:val="1"/>
  </w:num>
  <w:num w:numId="18" w16cid:durableId="121316773">
    <w:abstractNumId w:val="20"/>
  </w:num>
  <w:num w:numId="19" w16cid:durableId="1886529585">
    <w:abstractNumId w:val="19"/>
  </w:num>
  <w:num w:numId="20" w16cid:durableId="247427502">
    <w:abstractNumId w:val="15"/>
  </w:num>
  <w:num w:numId="21" w16cid:durableId="2038695598">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93"/>
  <w:drawingGridVerticalSpacing w:val="329"/>
  <w:displayHorizontalDrawingGridEvery w:val="0"/>
  <w:characterSpacingControl w:val="doNotCompress"/>
  <w:strictFirstAndLastChars/>
  <w:hdrShapeDefaults>
    <o:shapedefaults v:ext="edit" spidmax="2050" fill="f" fillcolor="white">
      <v:fill color="white" on="f"/>
      <v:stroke weight=".5pt"/>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0E2A"/>
    <w:rsid w:val="00001975"/>
    <w:rsid w:val="0000320B"/>
    <w:rsid w:val="00006FA9"/>
    <w:rsid w:val="00007EAE"/>
    <w:rsid w:val="00011E82"/>
    <w:rsid w:val="00014522"/>
    <w:rsid w:val="00015DAF"/>
    <w:rsid w:val="00023FC7"/>
    <w:rsid w:val="00024108"/>
    <w:rsid w:val="00041470"/>
    <w:rsid w:val="00046D3A"/>
    <w:rsid w:val="0004716D"/>
    <w:rsid w:val="00047BCF"/>
    <w:rsid w:val="0005185E"/>
    <w:rsid w:val="00062F5C"/>
    <w:rsid w:val="0007276E"/>
    <w:rsid w:val="000749F0"/>
    <w:rsid w:val="000811E1"/>
    <w:rsid w:val="00081C83"/>
    <w:rsid w:val="000866E2"/>
    <w:rsid w:val="00096C77"/>
    <w:rsid w:val="000A0C70"/>
    <w:rsid w:val="000A1257"/>
    <w:rsid w:val="000A65E9"/>
    <w:rsid w:val="000B0412"/>
    <w:rsid w:val="000B1A24"/>
    <w:rsid w:val="000C1CE8"/>
    <w:rsid w:val="000C54B8"/>
    <w:rsid w:val="000D0D04"/>
    <w:rsid w:val="000D1135"/>
    <w:rsid w:val="000D2ECB"/>
    <w:rsid w:val="000D47BF"/>
    <w:rsid w:val="000D68A2"/>
    <w:rsid w:val="000E2E2C"/>
    <w:rsid w:val="000E6AF2"/>
    <w:rsid w:val="000F129C"/>
    <w:rsid w:val="000F4FB7"/>
    <w:rsid w:val="000F5D8B"/>
    <w:rsid w:val="000F6F3D"/>
    <w:rsid w:val="000F75F6"/>
    <w:rsid w:val="00100B84"/>
    <w:rsid w:val="00102674"/>
    <w:rsid w:val="001029E1"/>
    <w:rsid w:val="001108B8"/>
    <w:rsid w:val="00110E2A"/>
    <w:rsid w:val="00111FED"/>
    <w:rsid w:val="00113D3E"/>
    <w:rsid w:val="0011489F"/>
    <w:rsid w:val="0011666F"/>
    <w:rsid w:val="00122C29"/>
    <w:rsid w:val="00126990"/>
    <w:rsid w:val="001273BA"/>
    <w:rsid w:val="00127ABD"/>
    <w:rsid w:val="00132C76"/>
    <w:rsid w:val="001333B4"/>
    <w:rsid w:val="001338AF"/>
    <w:rsid w:val="001422C2"/>
    <w:rsid w:val="001442BB"/>
    <w:rsid w:val="00152D3B"/>
    <w:rsid w:val="00152FCE"/>
    <w:rsid w:val="00154D0A"/>
    <w:rsid w:val="0015542F"/>
    <w:rsid w:val="0015596C"/>
    <w:rsid w:val="00155E7F"/>
    <w:rsid w:val="001565A3"/>
    <w:rsid w:val="00161CAE"/>
    <w:rsid w:val="0016221B"/>
    <w:rsid w:val="001628AD"/>
    <w:rsid w:val="00163532"/>
    <w:rsid w:val="00163F49"/>
    <w:rsid w:val="00163F53"/>
    <w:rsid w:val="0016414E"/>
    <w:rsid w:val="0017445F"/>
    <w:rsid w:val="00174CF0"/>
    <w:rsid w:val="00176A3D"/>
    <w:rsid w:val="0018411C"/>
    <w:rsid w:val="00185A24"/>
    <w:rsid w:val="00191366"/>
    <w:rsid w:val="00194F58"/>
    <w:rsid w:val="001A0716"/>
    <w:rsid w:val="001A5C9B"/>
    <w:rsid w:val="001B1504"/>
    <w:rsid w:val="001B52F2"/>
    <w:rsid w:val="001C4A86"/>
    <w:rsid w:val="001C5D9A"/>
    <w:rsid w:val="001C7BA6"/>
    <w:rsid w:val="001D18B5"/>
    <w:rsid w:val="001D1910"/>
    <w:rsid w:val="001D2919"/>
    <w:rsid w:val="001D6731"/>
    <w:rsid w:val="001D7769"/>
    <w:rsid w:val="001E20AF"/>
    <w:rsid w:val="001E4AB4"/>
    <w:rsid w:val="001E676C"/>
    <w:rsid w:val="001E715C"/>
    <w:rsid w:val="001F1153"/>
    <w:rsid w:val="001F12DC"/>
    <w:rsid w:val="001F27B9"/>
    <w:rsid w:val="001F395F"/>
    <w:rsid w:val="001F441D"/>
    <w:rsid w:val="001F6120"/>
    <w:rsid w:val="002019D9"/>
    <w:rsid w:val="00202037"/>
    <w:rsid w:val="00211EE3"/>
    <w:rsid w:val="0022244B"/>
    <w:rsid w:val="0022368E"/>
    <w:rsid w:val="002263CF"/>
    <w:rsid w:val="00226782"/>
    <w:rsid w:val="00233EDA"/>
    <w:rsid w:val="00235F34"/>
    <w:rsid w:val="00241725"/>
    <w:rsid w:val="00242429"/>
    <w:rsid w:val="0024605B"/>
    <w:rsid w:val="0025270E"/>
    <w:rsid w:val="00257201"/>
    <w:rsid w:val="0026314A"/>
    <w:rsid w:val="00264EB2"/>
    <w:rsid w:val="00265665"/>
    <w:rsid w:val="00267496"/>
    <w:rsid w:val="00282B7C"/>
    <w:rsid w:val="002848B2"/>
    <w:rsid w:val="00291050"/>
    <w:rsid w:val="002921BC"/>
    <w:rsid w:val="00295574"/>
    <w:rsid w:val="00295F42"/>
    <w:rsid w:val="00297F5B"/>
    <w:rsid w:val="002A013C"/>
    <w:rsid w:val="002A0692"/>
    <w:rsid w:val="002A0F43"/>
    <w:rsid w:val="002A28A0"/>
    <w:rsid w:val="002A5ACC"/>
    <w:rsid w:val="002B0FDD"/>
    <w:rsid w:val="002B268F"/>
    <w:rsid w:val="002B2EE8"/>
    <w:rsid w:val="002B6C47"/>
    <w:rsid w:val="002B6D40"/>
    <w:rsid w:val="002C34E5"/>
    <w:rsid w:val="002C4A17"/>
    <w:rsid w:val="002C62D3"/>
    <w:rsid w:val="002C735B"/>
    <w:rsid w:val="002D1B7A"/>
    <w:rsid w:val="002D2A35"/>
    <w:rsid w:val="002D3C95"/>
    <w:rsid w:val="002D58F5"/>
    <w:rsid w:val="002D5FB3"/>
    <w:rsid w:val="002E0DC8"/>
    <w:rsid w:val="002E17ED"/>
    <w:rsid w:val="002E35BC"/>
    <w:rsid w:val="002E7DA4"/>
    <w:rsid w:val="002F0C2E"/>
    <w:rsid w:val="002F5D47"/>
    <w:rsid w:val="002F65C2"/>
    <w:rsid w:val="003015A5"/>
    <w:rsid w:val="00301F4B"/>
    <w:rsid w:val="003031EB"/>
    <w:rsid w:val="00305302"/>
    <w:rsid w:val="0031007C"/>
    <w:rsid w:val="00314756"/>
    <w:rsid w:val="00314849"/>
    <w:rsid w:val="00315181"/>
    <w:rsid w:val="003170AD"/>
    <w:rsid w:val="0032213E"/>
    <w:rsid w:val="00327E76"/>
    <w:rsid w:val="00336C46"/>
    <w:rsid w:val="00345DD2"/>
    <w:rsid w:val="003515F8"/>
    <w:rsid w:val="0035208E"/>
    <w:rsid w:val="003571E3"/>
    <w:rsid w:val="003601FE"/>
    <w:rsid w:val="0036064F"/>
    <w:rsid w:val="00364EB5"/>
    <w:rsid w:val="00366EC1"/>
    <w:rsid w:val="00367E30"/>
    <w:rsid w:val="003733FC"/>
    <w:rsid w:val="00377BCE"/>
    <w:rsid w:val="00381869"/>
    <w:rsid w:val="003837A6"/>
    <w:rsid w:val="00384A99"/>
    <w:rsid w:val="00384D4F"/>
    <w:rsid w:val="00386C31"/>
    <w:rsid w:val="0039432F"/>
    <w:rsid w:val="003963B3"/>
    <w:rsid w:val="00396F15"/>
    <w:rsid w:val="003A5B67"/>
    <w:rsid w:val="003A5DE7"/>
    <w:rsid w:val="003B2A5A"/>
    <w:rsid w:val="003B5C4D"/>
    <w:rsid w:val="003B7A2F"/>
    <w:rsid w:val="003C07CD"/>
    <w:rsid w:val="003C1834"/>
    <w:rsid w:val="003C1D0F"/>
    <w:rsid w:val="003C2020"/>
    <w:rsid w:val="003C337E"/>
    <w:rsid w:val="003D40B2"/>
    <w:rsid w:val="003E2F7D"/>
    <w:rsid w:val="003E32D7"/>
    <w:rsid w:val="003E43D6"/>
    <w:rsid w:val="003E52CF"/>
    <w:rsid w:val="003E7A7E"/>
    <w:rsid w:val="003F1A59"/>
    <w:rsid w:val="003F65CB"/>
    <w:rsid w:val="00411B3F"/>
    <w:rsid w:val="004156E0"/>
    <w:rsid w:val="004208A1"/>
    <w:rsid w:val="004224D3"/>
    <w:rsid w:val="00430004"/>
    <w:rsid w:val="00432722"/>
    <w:rsid w:val="0044209A"/>
    <w:rsid w:val="004545E1"/>
    <w:rsid w:val="00463A4C"/>
    <w:rsid w:val="00474602"/>
    <w:rsid w:val="00477962"/>
    <w:rsid w:val="00482DCF"/>
    <w:rsid w:val="00484986"/>
    <w:rsid w:val="00486BB5"/>
    <w:rsid w:val="00487AC3"/>
    <w:rsid w:val="004914EA"/>
    <w:rsid w:val="0049515D"/>
    <w:rsid w:val="004978CB"/>
    <w:rsid w:val="004A36DB"/>
    <w:rsid w:val="004A4844"/>
    <w:rsid w:val="004A5228"/>
    <w:rsid w:val="004A7C72"/>
    <w:rsid w:val="004C1BAE"/>
    <w:rsid w:val="004C22B0"/>
    <w:rsid w:val="004C51FB"/>
    <w:rsid w:val="004D1379"/>
    <w:rsid w:val="004D7145"/>
    <w:rsid w:val="004E26B8"/>
    <w:rsid w:val="004E2FAB"/>
    <w:rsid w:val="004E53E2"/>
    <w:rsid w:val="004E7B7F"/>
    <w:rsid w:val="004F24EB"/>
    <w:rsid w:val="004F6B7F"/>
    <w:rsid w:val="00503B40"/>
    <w:rsid w:val="00504B57"/>
    <w:rsid w:val="005121A7"/>
    <w:rsid w:val="005126D4"/>
    <w:rsid w:val="005171DF"/>
    <w:rsid w:val="0052396D"/>
    <w:rsid w:val="00525C49"/>
    <w:rsid w:val="0052711E"/>
    <w:rsid w:val="0052712A"/>
    <w:rsid w:val="00530EC1"/>
    <w:rsid w:val="0053431C"/>
    <w:rsid w:val="00536453"/>
    <w:rsid w:val="00540F86"/>
    <w:rsid w:val="00541288"/>
    <w:rsid w:val="005429CE"/>
    <w:rsid w:val="00542D9E"/>
    <w:rsid w:val="0054552E"/>
    <w:rsid w:val="00545F50"/>
    <w:rsid w:val="00550FF8"/>
    <w:rsid w:val="00556347"/>
    <w:rsid w:val="00557D66"/>
    <w:rsid w:val="005625D9"/>
    <w:rsid w:val="00563BA5"/>
    <w:rsid w:val="0056656A"/>
    <w:rsid w:val="005731BC"/>
    <w:rsid w:val="00575618"/>
    <w:rsid w:val="00581B6A"/>
    <w:rsid w:val="00584EE3"/>
    <w:rsid w:val="00591B01"/>
    <w:rsid w:val="00591D8F"/>
    <w:rsid w:val="0059304F"/>
    <w:rsid w:val="005970A3"/>
    <w:rsid w:val="005975B3"/>
    <w:rsid w:val="005A0E82"/>
    <w:rsid w:val="005B11F7"/>
    <w:rsid w:val="005B2BFF"/>
    <w:rsid w:val="005B589B"/>
    <w:rsid w:val="005C35E5"/>
    <w:rsid w:val="005C63C5"/>
    <w:rsid w:val="005D760B"/>
    <w:rsid w:val="005E0A2D"/>
    <w:rsid w:val="005E1013"/>
    <w:rsid w:val="005E1234"/>
    <w:rsid w:val="006023BD"/>
    <w:rsid w:val="006040FF"/>
    <w:rsid w:val="0060579B"/>
    <w:rsid w:val="00606209"/>
    <w:rsid w:val="00607C4D"/>
    <w:rsid w:val="0061067B"/>
    <w:rsid w:val="00617E0F"/>
    <w:rsid w:val="006201E9"/>
    <w:rsid w:val="00621A26"/>
    <w:rsid w:val="00624BE2"/>
    <w:rsid w:val="0062683C"/>
    <w:rsid w:val="00633A89"/>
    <w:rsid w:val="00635F8A"/>
    <w:rsid w:val="00636B1B"/>
    <w:rsid w:val="00637F88"/>
    <w:rsid w:val="00640929"/>
    <w:rsid w:val="006523DA"/>
    <w:rsid w:val="00654025"/>
    <w:rsid w:val="00665BA4"/>
    <w:rsid w:val="006668D4"/>
    <w:rsid w:val="0067714C"/>
    <w:rsid w:val="006829EF"/>
    <w:rsid w:val="006834C1"/>
    <w:rsid w:val="00683F4E"/>
    <w:rsid w:val="00684788"/>
    <w:rsid w:val="00691F71"/>
    <w:rsid w:val="006939C8"/>
    <w:rsid w:val="006A7C97"/>
    <w:rsid w:val="006B03E3"/>
    <w:rsid w:val="006B2606"/>
    <w:rsid w:val="006B7AA6"/>
    <w:rsid w:val="006C2AFE"/>
    <w:rsid w:val="006E1BF4"/>
    <w:rsid w:val="006E31CB"/>
    <w:rsid w:val="006F1F49"/>
    <w:rsid w:val="006F61C3"/>
    <w:rsid w:val="006F7EC5"/>
    <w:rsid w:val="00702841"/>
    <w:rsid w:val="007035B9"/>
    <w:rsid w:val="0070449A"/>
    <w:rsid w:val="007150E2"/>
    <w:rsid w:val="007153DE"/>
    <w:rsid w:val="00724618"/>
    <w:rsid w:val="007278D3"/>
    <w:rsid w:val="00730D88"/>
    <w:rsid w:val="00730F8E"/>
    <w:rsid w:val="0073135C"/>
    <w:rsid w:val="00733210"/>
    <w:rsid w:val="00734782"/>
    <w:rsid w:val="00737E33"/>
    <w:rsid w:val="00744F72"/>
    <w:rsid w:val="00752E17"/>
    <w:rsid w:val="007532B6"/>
    <w:rsid w:val="00753776"/>
    <w:rsid w:val="00754175"/>
    <w:rsid w:val="007570A3"/>
    <w:rsid w:val="007577A1"/>
    <w:rsid w:val="00761E83"/>
    <w:rsid w:val="00763390"/>
    <w:rsid w:val="00763572"/>
    <w:rsid w:val="00766CCA"/>
    <w:rsid w:val="00771075"/>
    <w:rsid w:val="00773861"/>
    <w:rsid w:val="00775996"/>
    <w:rsid w:val="00780B39"/>
    <w:rsid w:val="007823D2"/>
    <w:rsid w:val="00784A30"/>
    <w:rsid w:val="0078753B"/>
    <w:rsid w:val="00787699"/>
    <w:rsid w:val="00790CFF"/>
    <w:rsid w:val="00792BF8"/>
    <w:rsid w:val="007937A0"/>
    <w:rsid w:val="007944DB"/>
    <w:rsid w:val="007971FE"/>
    <w:rsid w:val="007A1B82"/>
    <w:rsid w:val="007A225F"/>
    <w:rsid w:val="007B35D3"/>
    <w:rsid w:val="007B5FDD"/>
    <w:rsid w:val="007B6945"/>
    <w:rsid w:val="007B7004"/>
    <w:rsid w:val="007C060C"/>
    <w:rsid w:val="007C0DE0"/>
    <w:rsid w:val="007D053A"/>
    <w:rsid w:val="007D0F57"/>
    <w:rsid w:val="007D1E8D"/>
    <w:rsid w:val="007D3789"/>
    <w:rsid w:val="007D37FB"/>
    <w:rsid w:val="007E2521"/>
    <w:rsid w:val="007E43AB"/>
    <w:rsid w:val="007E73EB"/>
    <w:rsid w:val="007E7F06"/>
    <w:rsid w:val="007F0F3B"/>
    <w:rsid w:val="007F232A"/>
    <w:rsid w:val="007F341D"/>
    <w:rsid w:val="007F39A2"/>
    <w:rsid w:val="007F3E2A"/>
    <w:rsid w:val="0080597F"/>
    <w:rsid w:val="0080691E"/>
    <w:rsid w:val="00811C28"/>
    <w:rsid w:val="008125BC"/>
    <w:rsid w:val="008321CD"/>
    <w:rsid w:val="00841470"/>
    <w:rsid w:val="008446EB"/>
    <w:rsid w:val="00844A18"/>
    <w:rsid w:val="00844BB9"/>
    <w:rsid w:val="00845111"/>
    <w:rsid w:val="0084782D"/>
    <w:rsid w:val="00850EBB"/>
    <w:rsid w:val="008564D7"/>
    <w:rsid w:val="00857826"/>
    <w:rsid w:val="00865627"/>
    <w:rsid w:val="00865C52"/>
    <w:rsid w:val="00866F4C"/>
    <w:rsid w:val="008675B1"/>
    <w:rsid w:val="00871A66"/>
    <w:rsid w:val="00871EED"/>
    <w:rsid w:val="00875789"/>
    <w:rsid w:val="00881701"/>
    <w:rsid w:val="00886F17"/>
    <w:rsid w:val="00894626"/>
    <w:rsid w:val="008A1D5D"/>
    <w:rsid w:val="008A7579"/>
    <w:rsid w:val="008A7F9E"/>
    <w:rsid w:val="008B4721"/>
    <w:rsid w:val="008B4CA2"/>
    <w:rsid w:val="008C0B47"/>
    <w:rsid w:val="008C1395"/>
    <w:rsid w:val="008C4D1C"/>
    <w:rsid w:val="008C656F"/>
    <w:rsid w:val="008D1005"/>
    <w:rsid w:val="008D31B5"/>
    <w:rsid w:val="008F5CDE"/>
    <w:rsid w:val="009025C6"/>
    <w:rsid w:val="00906D4A"/>
    <w:rsid w:val="0090736B"/>
    <w:rsid w:val="00913756"/>
    <w:rsid w:val="00917500"/>
    <w:rsid w:val="00921035"/>
    <w:rsid w:val="009226F9"/>
    <w:rsid w:val="009238AA"/>
    <w:rsid w:val="009264AE"/>
    <w:rsid w:val="0093101B"/>
    <w:rsid w:val="00931AF9"/>
    <w:rsid w:val="00933C99"/>
    <w:rsid w:val="00935542"/>
    <w:rsid w:val="0093753B"/>
    <w:rsid w:val="009416BB"/>
    <w:rsid w:val="00944C6E"/>
    <w:rsid w:val="00945F77"/>
    <w:rsid w:val="00947472"/>
    <w:rsid w:val="00952E81"/>
    <w:rsid w:val="00961FBF"/>
    <w:rsid w:val="00965DF2"/>
    <w:rsid w:val="00976034"/>
    <w:rsid w:val="00982D76"/>
    <w:rsid w:val="0098798D"/>
    <w:rsid w:val="00987C04"/>
    <w:rsid w:val="00992A54"/>
    <w:rsid w:val="00992E91"/>
    <w:rsid w:val="00995557"/>
    <w:rsid w:val="00997E12"/>
    <w:rsid w:val="009A119B"/>
    <w:rsid w:val="009A1B20"/>
    <w:rsid w:val="009A7E9A"/>
    <w:rsid w:val="009B38B5"/>
    <w:rsid w:val="009B5148"/>
    <w:rsid w:val="009B5E8C"/>
    <w:rsid w:val="009B6844"/>
    <w:rsid w:val="009B723A"/>
    <w:rsid w:val="009B76EC"/>
    <w:rsid w:val="009C6B80"/>
    <w:rsid w:val="009D0268"/>
    <w:rsid w:val="009D082A"/>
    <w:rsid w:val="009D336C"/>
    <w:rsid w:val="009D65BF"/>
    <w:rsid w:val="009E07AA"/>
    <w:rsid w:val="009E20FF"/>
    <w:rsid w:val="009E7B09"/>
    <w:rsid w:val="009F11BF"/>
    <w:rsid w:val="009F28D1"/>
    <w:rsid w:val="009F4A6A"/>
    <w:rsid w:val="00A0101B"/>
    <w:rsid w:val="00A021F5"/>
    <w:rsid w:val="00A04F28"/>
    <w:rsid w:val="00A05B26"/>
    <w:rsid w:val="00A125AD"/>
    <w:rsid w:val="00A21862"/>
    <w:rsid w:val="00A22DCA"/>
    <w:rsid w:val="00A23930"/>
    <w:rsid w:val="00A24960"/>
    <w:rsid w:val="00A2667D"/>
    <w:rsid w:val="00A3710B"/>
    <w:rsid w:val="00A435AF"/>
    <w:rsid w:val="00A46620"/>
    <w:rsid w:val="00A477D7"/>
    <w:rsid w:val="00A52E21"/>
    <w:rsid w:val="00A66250"/>
    <w:rsid w:val="00A67C7A"/>
    <w:rsid w:val="00A70193"/>
    <w:rsid w:val="00A712A0"/>
    <w:rsid w:val="00A71637"/>
    <w:rsid w:val="00A7397B"/>
    <w:rsid w:val="00A758CC"/>
    <w:rsid w:val="00A81032"/>
    <w:rsid w:val="00A818E6"/>
    <w:rsid w:val="00A81C6C"/>
    <w:rsid w:val="00A8529C"/>
    <w:rsid w:val="00A86657"/>
    <w:rsid w:val="00A92A85"/>
    <w:rsid w:val="00A97B27"/>
    <w:rsid w:val="00AA0942"/>
    <w:rsid w:val="00AA2DDE"/>
    <w:rsid w:val="00AA3A53"/>
    <w:rsid w:val="00AB0031"/>
    <w:rsid w:val="00AB0801"/>
    <w:rsid w:val="00AB6978"/>
    <w:rsid w:val="00AB6D91"/>
    <w:rsid w:val="00AC1DE0"/>
    <w:rsid w:val="00AC5805"/>
    <w:rsid w:val="00AD2C73"/>
    <w:rsid w:val="00AE1BC9"/>
    <w:rsid w:val="00AE55F8"/>
    <w:rsid w:val="00AE7292"/>
    <w:rsid w:val="00AF0DCC"/>
    <w:rsid w:val="00AF346F"/>
    <w:rsid w:val="00AF36E0"/>
    <w:rsid w:val="00AF4695"/>
    <w:rsid w:val="00AF7C6D"/>
    <w:rsid w:val="00B02117"/>
    <w:rsid w:val="00B069C0"/>
    <w:rsid w:val="00B1330A"/>
    <w:rsid w:val="00B137F0"/>
    <w:rsid w:val="00B16AF4"/>
    <w:rsid w:val="00B20C0B"/>
    <w:rsid w:val="00B210C6"/>
    <w:rsid w:val="00B21FBA"/>
    <w:rsid w:val="00B22162"/>
    <w:rsid w:val="00B237F2"/>
    <w:rsid w:val="00B30977"/>
    <w:rsid w:val="00B32493"/>
    <w:rsid w:val="00B32A0E"/>
    <w:rsid w:val="00B354B5"/>
    <w:rsid w:val="00B42E80"/>
    <w:rsid w:val="00B44325"/>
    <w:rsid w:val="00B45AB3"/>
    <w:rsid w:val="00B5463C"/>
    <w:rsid w:val="00B62E5C"/>
    <w:rsid w:val="00B65CAA"/>
    <w:rsid w:val="00B65F35"/>
    <w:rsid w:val="00B705D5"/>
    <w:rsid w:val="00B75EBE"/>
    <w:rsid w:val="00B7604F"/>
    <w:rsid w:val="00B81012"/>
    <w:rsid w:val="00B8189D"/>
    <w:rsid w:val="00B81C40"/>
    <w:rsid w:val="00B83566"/>
    <w:rsid w:val="00B85B5A"/>
    <w:rsid w:val="00B95EE1"/>
    <w:rsid w:val="00B97899"/>
    <w:rsid w:val="00BA6782"/>
    <w:rsid w:val="00BA6F7C"/>
    <w:rsid w:val="00BB093A"/>
    <w:rsid w:val="00BB1229"/>
    <w:rsid w:val="00BB36EF"/>
    <w:rsid w:val="00BC29EB"/>
    <w:rsid w:val="00BC5039"/>
    <w:rsid w:val="00BD015F"/>
    <w:rsid w:val="00BD05A8"/>
    <w:rsid w:val="00BD0911"/>
    <w:rsid w:val="00BD1166"/>
    <w:rsid w:val="00BD4C7A"/>
    <w:rsid w:val="00BE3FD9"/>
    <w:rsid w:val="00BE79FF"/>
    <w:rsid w:val="00BF0147"/>
    <w:rsid w:val="00BF02DE"/>
    <w:rsid w:val="00BF2167"/>
    <w:rsid w:val="00BF22A7"/>
    <w:rsid w:val="00BF31B0"/>
    <w:rsid w:val="00BF4793"/>
    <w:rsid w:val="00BF5C73"/>
    <w:rsid w:val="00C02CF1"/>
    <w:rsid w:val="00C03CCB"/>
    <w:rsid w:val="00C050BE"/>
    <w:rsid w:val="00C05D91"/>
    <w:rsid w:val="00C07637"/>
    <w:rsid w:val="00C11513"/>
    <w:rsid w:val="00C13470"/>
    <w:rsid w:val="00C15D79"/>
    <w:rsid w:val="00C20D12"/>
    <w:rsid w:val="00C24DC6"/>
    <w:rsid w:val="00C26CD1"/>
    <w:rsid w:val="00C27E18"/>
    <w:rsid w:val="00C27F35"/>
    <w:rsid w:val="00C359EE"/>
    <w:rsid w:val="00C35AC3"/>
    <w:rsid w:val="00C3600B"/>
    <w:rsid w:val="00C428E6"/>
    <w:rsid w:val="00C50A74"/>
    <w:rsid w:val="00C51797"/>
    <w:rsid w:val="00C520E9"/>
    <w:rsid w:val="00C52FE8"/>
    <w:rsid w:val="00C567A3"/>
    <w:rsid w:val="00C619B5"/>
    <w:rsid w:val="00C64191"/>
    <w:rsid w:val="00C76291"/>
    <w:rsid w:val="00C76B81"/>
    <w:rsid w:val="00C82D82"/>
    <w:rsid w:val="00C85685"/>
    <w:rsid w:val="00C857A9"/>
    <w:rsid w:val="00C910E6"/>
    <w:rsid w:val="00CA4711"/>
    <w:rsid w:val="00CA75B6"/>
    <w:rsid w:val="00CB337A"/>
    <w:rsid w:val="00CB3492"/>
    <w:rsid w:val="00CB5A7D"/>
    <w:rsid w:val="00CB722D"/>
    <w:rsid w:val="00CB7D11"/>
    <w:rsid w:val="00CC1ADF"/>
    <w:rsid w:val="00CC1E9E"/>
    <w:rsid w:val="00CC2738"/>
    <w:rsid w:val="00CC5ECD"/>
    <w:rsid w:val="00CC6494"/>
    <w:rsid w:val="00CD0592"/>
    <w:rsid w:val="00CE04AE"/>
    <w:rsid w:val="00CE3E31"/>
    <w:rsid w:val="00CF02FA"/>
    <w:rsid w:val="00CF3AC8"/>
    <w:rsid w:val="00CF3DAF"/>
    <w:rsid w:val="00CF5DC0"/>
    <w:rsid w:val="00D0684E"/>
    <w:rsid w:val="00D06C90"/>
    <w:rsid w:val="00D07AA7"/>
    <w:rsid w:val="00D10101"/>
    <w:rsid w:val="00D11330"/>
    <w:rsid w:val="00D137A8"/>
    <w:rsid w:val="00D156EF"/>
    <w:rsid w:val="00D203DD"/>
    <w:rsid w:val="00D20599"/>
    <w:rsid w:val="00D22B48"/>
    <w:rsid w:val="00D31236"/>
    <w:rsid w:val="00D313C0"/>
    <w:rsid w:val="00D354EA"/>
    <w:rsid w:val="00D3568B"/>
    <w:rsid w:val="00D376A7"/>
    <w:rsid w:val="00D437BC"/>
    <w:rsid w:val="00D43E2D"/>
    <w:rsid w:val="00D4405B"/>
    <w:rsid w:val="00D4500C"/>
    <w:rsid w:val="00D50610"/>
    <w:rsid w:val="00D56FCB"/>
    <w:rsid w:val="00D62FD0"/>
    <w:rsid w:val="00D6338C"/>
    <w:rsid w:val="00D637E6"/>
    <w:rsid w:val="00D63B5E"/>
    <w:rsid w:val="00D6410B"/>
    <w:rsid w:val="00D647DA"/>
    <w:rsid w:val="00D6539D"/>
    <w:rsid w:val="00D67321"/>
    <w:rsid w:val="00D70640"/>
    <w:rsid w:val="00D76D43"/>
    <w:rsid w:val="00D7776F"/>
    <w:rsid w:val="00D82951"/>
    <w:rsid w:val="00D84475"/>
    <w:rsid w:val="00DA32A3"/>
    <w:rsid w:val="00DA38B1"/>
    <w:rsid w:val="00DA43A9"/>
    <w:rsid w:val="00DB43A7"/>
    <w:rsid w:val="00DB5ADB"/>
    <w:rsid w:val="00DB6E5C"/>
    <w:rsid w:val="00DC18BB"/>
    <w:rsid w:val="00DC402D"/>
    <w:rsid w:val="00DC508E"/>
    <w:rsid w:val="00DC5B56"/>
    <w:rsid w:val="00DC6BF3"/>
    <w:rsid w:val="00DD20F7"/>
    <w:rsid w:val="00DD5E1E"/>
    <w:rsid w:val="00DE18E6"/>
    <w:rsid w:val="00DE38F0"/>
    <w:rsid w:val="00DF09B9"/>
    <w:rsid w:val="00DF3615"/>
    <w:rsid w:val="00DF5DEB"/>
    <w:rsid w:val="00DF7456"/>
    <w:rsid w:val="00E023FE"/>
    <w:rsid w:val="00E05F8A"/>
    <w:rsid w:val="00E107D2"/>
    <w:rsid w:val="00E1259A"/>
    <w:rsid w:val="00E12AF0"/>
    <w:rsid w:val="00E12BF4"/>
    <w:rsid w:val="00E31DB4"/>
    <w:rsid w:val="00E32D90"/>
    <w:rsid w:val="00E5132A"/>
    <w:rsid w:val="00E572D3"/>
    <w:rsid w:val="00E57985"/>
    <w:rsid w:val="00E57C6F"/>
    <w:rsid w:val="00E57CDF"/>
    <w:rsid w:val="00E61485"/>
    <w:rsid w:val="00E66B31"/>
    <w:rsid w:val="00E67CEE"/>
    <w:rsid w:val="00E70979"/>
    <w:rsid w:val="00E71AAB"/>
    <w:rsid w:val="00E76697"/>
    <w:rsid w:val="00E80E61"/>
    <w:rsid w:val="00E8127B"/>
    <w:rsid w:val="00E83226"/>
    <w:rsid w:val="00E8468E"/>
    <w:rsid w:val="00E865FC"/>
    <w:rsid w:val="00E86AF0"/>
    <w:rsid w:val="00E870AB"/>
    <w:rsid w:val="00E901D6"/>
    <w:rsid w:val="00E93A5E"/>
    <w:rsid w:val="00E940C8"/>
    <w:rsid w:val="00E95EF3"/>
    <w:rsid w:val="00E978C3"/>
    <w:rsid w:val="00EA057C"/>
    <w:rsid w:val="00EA398B"/>
    <w:rsid w:val="00EA4C52"/>
    <w:rsid w:val="00EA52F0"/>
    <w:rsid w:val="00EB46A7"/>
    <w:rsid w:val="00EC194B"/>
    <w:rsid w:val="00EC2601"/>
    <w:rsid w:val="00EC3FF1"/>
    <w:rsid w:val="00EC44FA"/>
    <w:rsid w:val="00EC6719"/>
    <w:rsid w:val="00EC7D93"/>
    <w:rsid w:val="00ED0345"/>
    <w:rsid w:val="00ED0883"/>
    <w:rsid w:val="00ED2E1D"/>
    <w:rsid w:val="00ED4729"/>
    <w:rsid w:val="00ED6823"/>
    <w:rsid w:val="00ED72DD"/>
    <w:rsid w:val="00EE0B31"/>
    <w:rsid w:val="00EE3159"/>
    <w:rsid w:val="00EE7A08"/>
    <w:rsid w:val="00EE7B4B"/>
    <w:rsid w:val="00EF2E36"/>
    <w:rsid w:val="00EF36EE"/>
    <w:rsid w:val="00EF4BD6"/>
    <w:rsid w:val="00EF552B"/>
    <w:rsid w:val="00F017D3"/>
    <w:rsid w:val="00F03E47"/>
    <w:rsid w:val="00F07C7A"/>
    <w:rsid w:val="00F1185C"/>
    <w:rsid w:val="00F16B49"/>
    <w:rsid w:val="00F26ECA"/>
    <w:rsid w:val="00F30C6B"/>
    <w:rsid w:val="00F31032"/>
    <w:rsid w:val="00F3147A"/>
    <w:rsid w:val="00F31D4B"/>
    <w:rsid w:val="00F320B1"/>
    <w:rsid w:val="00F35224"/>
    <w:rsid w:val="00F4012D"/>
    <w:rsid w:val="00F416B4"/>
    <w:rsid w:val="00F42357"/>
    <w:rsid w:val="00F50ED0"/>
    <w:rsid w:val="00F526DA"/>
    <w:rsid w:val="00F56EE7"/>
    <w:rsid w:val="00F728E3"/>
    <w:rsid w:val="00F76428"/>
    <w:rsid w:val="00F76482"/>
    <w:rsid w:val="00F81CF6"/>
    <w:rsid w:val="00F82090"/>
    <w:rsid w:val="00F844FB"/>
    <w:rsid w:val="00F9104A"/>
    <w:rsid w:val="00F91D5D"/>
    <w:rsid w:val="00F93BC6"/>
    <w:rsid w:val="00FA1F8F"/>
    <w:rsid w:val="00FA2D97"/>
    <w:rsid w:val="00FA33BE"/>
    <w:rsid w:val="00FB2AAB"/>
    <w:rsid w:val="00FB2BAB"/>
    <w:rsid w:val="00FB5685"/>
    <w:rsid w:val="00FB647C"/>
    <w:rsid w:val="00FC136D"/>
    <w:rsid w:val="00FC1E6D"/>
    <w:rsid w:val="00FC3D8C"/>
    <w:rsid w:val="00FC56D0"/>
    <w:rsid w:val="00FC6F1B"/>
    <w:rsid w:val="00FC79D1"/>
    <w:rsid w:val="00FD05C4"/>
    <w:rsid w:val="00FD1C1B"/>
    <w:rsid w:val="00FD1D13"/>
    <w:rsid w:val="00FD1E30"/>
    <w:rsid w:val="00FD65D8"/>
    <w:rsid w:val="00FD6A54"/>
    <w:rsid w:val="00FD775F"/>
    <w:rsid w:val="00FE0E72"/>
    <w:rsid w:val="00FE2665"/>
    <w:rsid w:val="00FF0F39"/>
    <w:rsid w:val="00FF12FD"/>
    <w:rsid w:val="00FF1FF5"/>
    <w:rsid w:val="00FF2B39"/>
    <w:rsid w:val="00FF3895"/>
    <w:rsid w:val="00FF5202"/>
    <w:rsid w:val="00FF78A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f" fillcolor="white">
      <v:fill color="white" on="f"/>
      <v:stroke weight=".5pt"/>
      <v:textbox inset="5.85pt,.7pt,5.85pt,.7pt"/>
    </o:shapedefaults>
    <o:shapelayout v:ext="edit">
      <o:idmap v:ext="edit" data="2"/>
    </o:shapelayout>
  </w:shapeDefaults>
  <w:decimalSymbol w:val="."/>
  <w:listSeparator w:val=","/>
  <w14:docId w14:val="7D7D15BE"/>
  <w15:chartTrackingRefBased/>
  <w15:docId w15:val="{E3966D53-9677-48BC-85EB-48B1369216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wordWrap w:val="0"/>
      <w:overflowPunct w:val="0"/>
      <w:autoSpaceDE w:val="0"/>
      <w:autoSpaceDN w:val="0"/>
      <w:jc w:val="both"/>
    </w:pPr>
    <w:rPr>
      <w:rFonts w:ascii="ＭＳ 明朝"/>
      <w:kern w:val="2"/>
      <w:sz w:val="21"/>
    </w:rPr>
  </w:style>
  <w:style w:type="paragraph" w:styleId="1">
    <w:name w:val="heading 1"/>
    <w:basedOn w:val="Default"/>
    <w:next w:val="Default"/>
    <w:qFormat/>
    <w:rsid w:val="0093753B"/>
    <w:pPr>
      <w:outlineLvl w:val="0"/>
    </w:pPr>
    <w:rPr>
      <w:rFonts w:cs="Times New Roman"/>
      <w:color w:val="auto"/>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footer"/>
    <w:basedOn w:val="a"/>
    <w:link w:val="a5"/>
    <w:pPr>
      <w:tabs>
        <w:tab w:val="center" w:pos="4252"/>
        <w:tab w:val="right" w:pos="8504"/>
      </w:tabs>
      <w:snapToGrid w:val="0"/>
    </w:pPr>
  </w:style>
  <w:style w:type="character" w:styleId="a6">
    <w:name w:val="page number"/>
    <w:basedOn w:val="a0"/>
  </w:style>
  <w:style w:type="paragraph" w:customStyle="1" w:styleId="a7">
    <w:name w:val="第＊条"/>
    <w:basedOn w:val="a"/>
    <w:pPr>
      <w:ind w:left="229" w:hanging="229"/>
    </w:pPr>
  </w:style>
  <w:style w:type="paragraph" w:customStyle="1" w:styleId="a8">
    <w:name w:val="号"/>
    <w:basedOn w:val="a"/>
    <w:pPr>
      <w:ind w:left="458" w:hanging="229"/>
    </w:pPr>
  </w:style>
  <w:style w:type="paragraph" w:customStyle="1" w:styleId="a9">
    <w:name w:val="号の細分"/>
    <w:basedOn w:val="a"/>
    <w:pPr>
      <w:ind w:left="687" w:hanging="229"/>
    </w:pPr>
  </w:style>
  <w:style w:type="paragraph" w:customStyle="1" w:styleId="aa">
    <w:name w:val="タイトル"/>
    <w:basedOn w:val="a"/>
    <w:pPr>
      <w:ind w:left="840" w:right="840"/>
    </w:pPr>
    <w:rPr>
      <w:sz w:val="28"/>
    </w:rPr>
  </w:style>
  <w:style w:type="paragraph" w:customStyle="1" w:styleId="ab">
    <w:name w:val="号の細細分"/>
    <w:basedOn w:val="a9"/>
    <w:pPr>
      <w:ind w:left="916"/>
    </w:pPr>
  </w:style>
  <w:style w:type="paragraph" w:customStyle="1" w:styleId="ac">
    <w:name w:val="項"/>
    <w:basedOn w:val="a7"/>
  </w:style>
  <w:style w:type="paragraph" w:customStyle="1" w:styleId="18">
    <w:name w:val="タイトル18"/>
    <w:basedOn w:val="a"/>
    <w:pPr>
      <w:ind w:left="840" w:right="840"/>
    </w:pPr>
    <w:rPr>
      <w:sz w:val="28"/>
    </w:rPr>
  </w:style>
  <w:style w:type="paragraph" w:customStyle="1" w:styleId="180">
    <w:name w:val="第＊条18"/>
    <w:basedOn w:val="a"/>
    <w:pPr>
      <w:ind w:left="229" w:hanging="229"/>
    </w:pPr>
  </w:style>
  <w:style w:type="paragraph" w:customStyle="1" w:styleId="181">
    <w:name w:val="号18"/>
    <w:basedOn w:val="a"/>
    <w:pPr>
      <w:ind w:left="458" w:hanging="229"/>
    </w:pPr>
  </w:style>
  <w:style w:type="character" w:styleId="ad">
    <w:name w:val="Hyperlink"/>
    <w:rsid w:val="00E8127B"/>
    <w:rPr>
      <w:color w:val="0000FF"/>
      <w:u w:val="single"/>
    </w:rPr>
  </w:style>
  <w:style w:type="paragraph" w:styleId="Web">
    <w:name w:val="Normal (Web)"/>
    <w:basedOn w:val="a"/>
    <w:rsid w:val="001C4A86"/>
    <w:pPr>
      <w:widowControl/>
      <w:wordWrap/>
      <w:overflowPunct/>
      <w:autoSpaceDE/>
      <w:autoSpaceDN/>
      <w:spacing w:before="100" w:beforeAutospacing="1" w:after="100" w:afterAutospacing="1"/>
      <w:jc w:val="left"/>
    </w:pPr>
    <w:rPr>
      <w:rFonts w:ascii="ＭＳ Ｐゴシック" w:eastAsia="ＭＳ Ｐゴシック" w:hAnsi="ＭＳ Ｐゴシック" w:cs="ＭＳ Ｐゴシック"/>
      <w:color w:val="000000"/>
      <w:kern w:val="0"/>
      <w:sz w:val="24"/>
      <w:szCs w:val="24"/>
    </w:rPr>
  </w:style>
  <w:style w:type="paragraph" w:customStyle="1" w:styleId="Default">
    <w:name w:val="Default"/>
    <w:rsid w:val="0093753B"/>
    <w:pPr>
      <w:widowControl w:val="0"/>
      <w:autoSpaceDE w:val="0"/>
      <w:autoSpaceDN w:val="0"/>
      <w:adjustRightInd w:val="0"/>
    </w:pPr>
    <w:rPr>
      <w:rFonts w:ascii="ＭＳ ゴシック" w:eastAsia="ＭＳ ゴシック" w:cs="ＭＳ ゴシック"/>
      <w:color w:val="000000"/>
      <w:sz w:val="24"/>
      <w:szCs w:val="24"/>
    </w:rPr>
  </w:style>
  <w:style w:type="paragraph" w:styleId="ae">
    <w:name w:val="Body Text Indent"/>
    <w:basedOn w:val="Default"/>
    <w:next w:val="Default"/>
    <w:rsid w:val="0093753B"/>
    <w:rPr>
      <w:rFonts w:cs="Times New Roman"/>
      <w:color w:val="auto"/>
    </w:rPr>
  </w:style>
  <w:style w:type="paragraph" w:customStyle="1" w:styleId="af">
    <w:name w:val="一太郎"/>
    <w:basedOn w:val="a"/>
    <w:next w:val="a"/>
    <w:rsid w:val="00A66250"/>
    <w:pPr>
      <w:wordWrap/>
      <w:overflowPunct/>
      <w:adjustRightInd w:val="0"/>
      <w:jc w:val="left"/>
    </w:pPr>
    <w:rPr>
      <w:kern w:val="0"/>
      <w:szCs w:val="24"/>
    </w:rPr>
  </w:style>
  <w:style w:type="character" w:customStyle="1" w:styleId="pcm">
    <w:name w:val="p cm"/>
    <w:basedOn w:val="a0"/>
    <w:rsid w:val="00744F72"/>
  </w:style>
  <w:style w:type="paragraph" w:styleId="af0">
    <w:name w:val="Balloon Text"/>
    <w:basedOn w:val="a"/>
    <w:semiHidden/>
    <w:rsid w:val="00AB0031"/>
    <w:rPr>
      <w:rFonts w:ascii="Arial" w:eastAsia="ＭＳ ゴシック" w:hAnsi="Arial"/>
      <w:sz w:val="18"/>
      <w:szCs w:val="18"/>
    </w:rPr>
  </w:style>
  <w:style w:type="character" w:styleId="af1">
    <w:name w:val="annotation reference"/>
    <w:semiHidden/>
    <w:rsid w:val="007B6945"/>
    <w:rPr>
      <w:sz w:val="18"/>
      <w:szCs w:val="18"/>
    </w:rPr>
  </w:style>
  <w:style w:type="paragraph" w:styleId="af2">
    <w:name w:val="annotation text"/>
    <w:basedOn w:val="a"/>
    <w:semiHidden/>
    <w:rsid w:val="007B6945"/>
    <w:pPr>
      <w:jc w:val="left"/>
    </w:pPr>
  </w:style>
  <w:style w:type="paragraph" w:styleId="af3">
    <w:name w:val="annotation subject"/>
    <w:basedOn w:val="af2"/>
    <w:next w:val="af2"/>
    <w:semiHidden/>
    <w:rsid w:val="007B6945"/>
    <w:rPr>
      <w:b/>
      <w:bCs/>
    </w:rPr>
  </w:style>
  <w:style w:type="table" w:styleId="af4">
    <w:name w:val="Table Grid"/>
    <w:basedOn w:val="a1"/>
    <w:rsid w:val="007D3789"/>
    <w:pPr>
      <w:widowControl w:val="0"/>
      <w:wordWrap w:val="0"/>
      <w:overflowPunct w:val="0"/>
      <w:autoSpaceDE w:val="0"/>
      <w:autoSpaceDN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5">
    <w:name w:val="フッター (文字)"/>
    <w:link w:val="a4"/>
    <w:rsid w:val="006E31CB"/>
    <w:rPr>
      <w:rFonts w:ascii="ＭＳ 明朝"/>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60031165">
      <w:bodyDiv w:val="1"/>
      <w:marLeft w:val="0"/>
      <w:marRight w:val="0"/>
      <w:marTop w:val="0"/>
      <w:marBottom w:val="0"/>
      <w:divBdr>
        <w:top w:val="none" w:sz="0" w:space="0" w:color="auto"/>
        <w:left w:val="none" w:sz="0" w:space="0" w:color="auto"/>
        <w:bottom w:val="none" w:sz="0" w:space="0" w:color="auto"/>
        <w:right w:val="none" w:sz="0" w:space="0" w:color="auto"/>
      </w:divBdr>
      <w:divsChild>
        <w:div w:id="27990430">
          <w:marLeft w:val="230"/>
          <w:marRight w:val="0"/>
          <w:marTop w:val="0"/>
          <w:marBottom w:val="0"/>
          <w:divBdr>
            <w:top w:val="none" w:sz="0" w:space="0" w:color="auto"/>
            <w:left w:val="none" w:sz="0" w:space="0" w:color="auto"/>
            <w:bottom w:val="none" w:sz="0" w:space="0" w:color="auto"/>
            <w:right w:val="none" w:sz="0" w:space="0" w:color="auto"/>
          </w:divBdr>
        </w:div>
        <w:div w:id="132062555">
          <w:marLeft w:val="230"/>
          <w:marRight w:val="0"/>
          <w:marTop w:val="0"/>
          <w:marBottom w:val="0"/>
          <w:divBdr>
            <w:top w:val="none" w:sz="0" w:space="0" w:color="auto"/>
            <w:left w:val="none" w:sz="0" w:space="0" w:color="auto"/>
            <w:bottom w:val="none" w:sz="0" w:space="0" w:color="auto"/>
            <w:right w:val="none" w:sz="0" w:space="0" w:color="auto"/>
          </w:divBdr>
        </w:div>
        <w:div w:id="192963092">
          <w:marLeft w:val="230"/>
          <w:marRight w:val="0"/>
          <w:marTop w:val="0"/>
          <w:marBottom w:val="0"/>
          <w:divBdr>
            <w:top w:val="none" w:sz="0" w:space="0" w:color="auto"/>
            <w:left w:val="none" w:sz="0" w:space="0" w:color="auto"/>
            <w:bottom w:val="none" w:sz="0" w:space="0" w:color="auto"/>
            <w:right w:val="none" w:sz="0" w:space="0" w:color="auto"/>
          </w:divBdr>
        </w:div>
        <w:div w:id="217011591">
          <w:marLeft w:val="0"/>
          <w:marRight w:val="0"/>
          <w:marTop w:val="0"/>
          <w:marBottom w:val="0"/>
          <w:divBdr>
            <w:top w:val="none" w:sz="0" w:space="0" w:color="auto"/>
            <w:left w:val="none" w:sz="0" w:space="0" w:color="auto"/>
            <w:bottom w:val="none" w:sz="0" w:space="0" w:color="auto"/>
            <w:right w:val="none" w:sz="0" w:space="0" w:color="auto"/>
          </w:divBdr>
        </w:div>
        <w:div w:id="472647251">
          <w:marLeft w:val="230"/>
          <w:marRight w:val="0"/>
          <w:marTop w:val="0"/>
          <w:marBottom w:val="0"/>
          <w:divBdr>
            <w:top w:val="none" w:sz="0" w:space="0" w:color="auto"/>
            <w:left w:val="none" w:sz="0" w:space="0" w:color="auto"/>
            <w:bottom w:val="none" w:sz="0" w:space="0" w:color="auto"/>
            <w:right w:val="none" w:sz="0" w:space="0" w:color="auto"/>
          </w:divBdr>
        </w:div>
        <w:div w:id="553005527">
          <w:marLeft w:val="0"/>
          <w:marRight w:val="0"/>
          <w:marTop w:val="0"/>
          <w:marBottom w:val="0"/>
          <w:divBdr>
            <w:top w:val="none" w:sz="0" w:space="0" w:color="auto"/>
            <w:left w:val="none" w:sz="0" w:space="0" w:color="auto"/>
            <w:bottom w:val="none" w:sz="0" w:space="0" w:color="auto"/>
            <w:right w:val="none" w:sz="0" w:space="0" w:color="auto"/>
          </w:divBdr>
        </w:div>
        <w:div w:id="687415579">
          <w:marLeft w:val="690"/>
          <w:marRight w:val="0"/>
          <w:marTop w:val="0"/>
          <w:marBottom w:val="0"/>
          <w:divBdr>
            <w:top w:val="none" w:sz="0" w:space="0" w:color="auto"/>
            <w:left w:val="none" w:sz="0" w:space="0" w:color="auto"/>
            <w:bottom w:val="none" w:sz="0" w:space="0" w:color="auto"/>
            <w:right w:val="none" w:sz="0" w:space="0" w:color="auto"/>
          </w:divBdr>
        </w:div>
        <w:div w:id="754671028">
          <w:marLeft w:val="230"/>
          <w:marRight w:val="0"/>
          <w:marTop w:val="0"/>
          <w:marBottom w:val="0"/>
          <w:divBdr>
            <w:top w:val="none" w:sz="0" w:space="0" w:color="auto"/>
            <w:left w:val="none" w:sz="0" w:space="0" w:color="auto"/>
            <w:bottom w:val="none" w:sz="0" w:space="0" w:color="auto"/>
            <w:right w:val="none" w:sz="0" w:space="0" w:color="auto"/>
          </w:divBdr>
        </w:div>
        <w:div w:id="810901850">
          <w:marLeft w:val="230"/>
          <w:marRight w:val="0"/>
          <w:marTop w:val="0"/>
          <w:marBottom w:val="0"/>
          <w:divBdr>
            <w:top w:val="none" w:sz="0" w:space="0" w:color="auto"/>
            <w:left w:val="none" w:sz="0" w:space="0" w:color="auto"/>
            <w:bottom w:val="none" w:sz="0" w:space="0" w:color="auto"/>
            <w:right w:val="none" w:sz="0" w:space="0" w:color="auto"/>
          </w:divBdr>
        </w:div>
        <w:div w:id="931621736">
          <w:marLeft w:val="690"/>
          <w:marRight w:val="0"/>
          <w:marTop w:val="0"/>
          <w:marBottom w:val="0"/>
          <w:divBdr>
            <w:top w:val="none" w:sz="0" w:space="0" w:color="auto"/>
            <w:left w:val="none" w:sz="0" w:space="0" w:color="auto"/>
            <w:bottom w:val="none" w:sz="0" w:space="0" w:color="auto"/>
            <w:right w:val="none" w:sz="0" w:space="0" w:color="auto"/>
          </w:divBdr>
        </w:div>
        <w:div w:id="967012159">
          <w:marLeft w:val="230"/>
          <w:marRight w:val="0"/>
          <w:marTop w:val="0"/>
          <w:marBottom w:val="0"/>
          <w:divBdr>
            <w:top w:val="none" w:sz="0" w:space="0" w:color="auto"/>
            <w:left w:val="none" w:sz="0" w:space="0" w:color="auto"/>
            <w:bottom w:val="none" w:sz="0" w:space="0" w:color="auto"/>
            <w:right w:val="none" w:sz="0" w:space="0" w:color="auto"/>
          </w:divBdr>
        </w:div>
        <w:div w:id="1036463290">
          <w:marLeft w:val="230"/>
          <w:marRight w:val="0"/>
          <w:marTop w:val="0"/>
          <w:marBottom w:val="0"/>
          <w:divBdr>
            <w:top w:val="none" w:sz="0" w:space="0" w:color="auto"/>
            <w:left w:val="none" w:sz="0" w:space="0" w:color="auto"/>
            <w:bottom w:val="none" w:sz="0" w:space="0" w:color="auto"/>
            <w:right w:val="none" w:sz="0" w:space="0" w:color="auto"/>
          </w:divBdr>
        </w:div>
        <w:div w:id="1149788964">
          <w:marLeft w:val="0"/>
          <w:marRight w:val="0"/>
          <w:marTop w:val="0"/>
          <w:marBottom w:val="0"/>
          <w:divBdr>
            <w:top w:val="none" w:sz="0" w:space="0" w:color="auto"/>
            <w:left w:val="none" w:sz="0" w:space="0" w:color="auto"/>
            <w:bottom w:val="none" w:sz="0" w:space="0" w:color="auto"/>
            <w:right w:val="none" w:sz="0" w:space="0" w:color="auto"/>
          </w:divBdr>
        </w:div>
        <w:div w:id="1331252670">
          <w:marLeft w:val="230"/>
          <w:marRight w:val="0"/>
          <w:marTop w:val="0"/>
          <w:marBottom w:val="0"/>
          <w:divBdr>
            <w:top w:val="none" w:sz="0" w:space="0" w:color="auto"/>
            <w:left w:val="none" w:sz="0" w:space="0" w:color="auto"/>
            <w:bottom w:val="none" w:sz="0" w:space="0" w:color="auto"/>
            <w:right w:val="none" w:sz="0" w:space="0" w:color="auto"/>
          </w:divBdr>
        </w:div>
        <w:div w:id="1338727352">
          <w:marLeft w:val="0"/>
          <w:marRight w:val="0"/>
          <w:marTop w:val="0"/>
          <w:marBottom w:val="0"/>
          <w:divBdr>
            <w:top w:val="none" w:sz="0" w:space="0" w:color="auto"/>
            <w:left w:val="none" w:sz="0" w:space="0" w:color="auto"/>
            <w:bottom w:val="none" w:sz="0" w:space="0" w:color="auto"/>
            <w:right w:val="none" w:sz="0" w:space="0" w:color="auto"/>
          </w:divBdr>
        </w:div>
        <w:div w:id="1457866887">
          <w:marLeft w:val="690"/>
          <w:marRight w:val="0"/>
          <w:marTop w:val="0"/>
          <w:marBottom w:val="0"/>
          <w:divBdr>
            <w:top w:val="none" w:sz="0" w:space="0" w:color="auto"/>
            <w:left w:val="none" w:sz="0" w:space="0" w:color="auto"/>
            <w:bottom w:val="none" w:sz="0" w:space="0" w:color="auto"/>
            <w:right w:val="none" w:sz="0" w:space="0" w:color="auto"/>
          </w:divBdr>
        </w:div>
        <w:div w:id="1479423128">
          <w:marLeft w:val="230"/>
          <w:marRight w:val="0"/>
          <w:marTop w:val="0"/>
          <w:marBottom w:val="0"/>
          <w:divBdr>
            <w:top w:val="none" w:sz="0" w:space="0" w:color="auto"/>
            <w:left w:val="none" w:sz="0" w:space="0" w:color="auto"/>
            <w:bottom w:val="none" w:sz="0" w:space="0" w:color="auto"/>
            <w:right w:val="none" w:sz="0" w:space="0" w:color="auto"/>
          </w:divBdr>
        </w:div>
        <w:div w:id="1510094226">
          <w:marLeft w:val="230"/>
          <w:marRight w:val="0"/>
          <w:marTop w:val="0"/>
          <w:marBottom w:val="0"/>
          <w:divBdr>
            <w:top w:val="none" w:sz="0" w:space="0" w:color="auto"/>
            <w:left w:val="none" w:sz="0" w:space="0" w:color="auto"/>
            <w:bottom w:val="none" w:sz="0" w:space="0" w:color="auto"/>
            <w:right w:val="none" w:sz="0" w:space="0" w:color="auto"/>
          </w:divBdr>
        </w:div>
        <w:div w:id="1555043819">
          <w:marLeft w:val="230"/>
          <w:marRight w:val="0"/>
          <w:marTop w:val="0"/>
          <w:marBottom w:val="0"/>
          <w:divBdr>
            <w:top w:val="none" w:sz="0" w:space="0" w:color="auto"/>
            <w:left w:val="none" w:sz="0" w:space="0" w:color="auto"/>
            <w:bottom w:val="none" w:sz="0" w:space="0" w:color="auto"/>
            <w:right w:val="none" w:sz="0" w:space="0" w:color="auto"/>
          </w:divBdr>
        </w:div>
        <w:div w:id="1640039920">
          <w:marLeft w:val="230"/>
          <w:marRight w:val="0"/>
          <w:marTop w:val="0"/>
          <w:marBottom w:val="0"/>
          <w:divBdr>
            <w:top w:val="none" w:sz="0" w:space="0" w:color="auto"/>
            <w:left w:val="none" w:sz="0" w:space="0" w:color="auto"/>
            <w:bottom w:val="none" w:sz="0" w:space="0" w:color="auto"/>
            <w:right w:val="none" w:sz="0" w:space="0" w:color="auto"/>
          </w:divBdr>
        </w:div>
        <w:div w:id="1717503521">
          <w:marLeft w:val="230"/>
          <w:marRight w:val="0"/>
          <w:marTop w:val="0"/>
          <w:marBottom w:val="0"/>
          <w:divBdr>
            <w:top w:val="none" w:sz="0" w:space="0" w:color="auto"/>
            <w:left w:val="none" w:sz="0" w:space="0" w:color="auto"/>
            <w:bottom w:val="none" w:sz="0" w:space="0" w:color="auto"/>
            <w:right w:val="none" w:sz="0" w:space="0" w:color="auto"/>
          </w:divBdr>
        </w:div>
        <w:div w:id="1745686448">
          <w:marLeft w:val="230"/>
          <w:marRight w:val="0"/>
          <w:marTop w:val="0"/>
          <w:marBottom w:val="0"/>
          <w:divBdr>
            <w:top w:val="none" w:sz="0" w:space="0" w:color="auto"/>
            <w:left w:val="none" w:sz="0" w:space="0" w:color="auto"/>
            <w:bottom w:val="none" w:sz="0" w:space="0" w:color="auto"/>
            <w:right w:val="none" w:sz="0" w:space="0" w:color="auto"/>
          </w:divBdr>
        </w:div>
        <w:div w:id="1772701197">
          <w:marLeft w:val="0"/>
          <w:marRight w:val="0"/>
          <w:marTop w:val="0"/>
          <w:marBottom w:val="0"/>
          <w:divBdr>
            <w:top w:val="none" w:sz="0" w:space="0" w:color="auto"/>
            <w:left w:val="none" w:sz="0" w:space="0" w:color="auto"/>
            <w:bottom w:val="none" w:sz="0" w:space="0" w:color="auto"/>
            <w:right w:val="none" w:sz="0" w:space="0" w:color="auto"/>
          </w:divBdr>
        </w:div>
        <w:div w:id="1871265142">
          <w:marLeft w:val="230"/>
          <w:marRight w:val="0"/>
          <w:marTop w:val="0"/>
          <w:marBottom w:val="0"/>
          <w:divBdr>
            <w:top w:val="none" w:sz="0" w:space="0" w:color="auto"/>
            <w:left w:val="none" w:sz="0" w:space="0" w:color="auto"/>
            <w:bottom w:val="none" w:sz="0" w:space="0" w:color="auto"/>
            <w:right w:val="none" w:sz="0" w:space="0" w:color="auto"/>
          </w:divBdr>
        </w:div>
        <w:div w:id="1912961577">
          <w:marLeft w:val="230"/>
          <w:marRight w:val="0"/>
          <w:marTop w:val="0"/>
          <w:marBottom w:val="0"/>
          <w:divBdr>
            <w:top w:val="none" w:sz="0" w:space="0" w:color="auto"/>
            <w:left w:val="none" w:sz="0" w:space="0" w:color="auto"/>
            <w:bottom w:val="none" w:sz="0" w:space="0" w:color="auto"/>
            <w:right w:val="none" w:sz="0" w:space="0" w:color="auto"/>
          </w:divBdr>
        </w:div>
        <w:div w:id="1924026780">
          <w:marLeft w:val="230"/>
          <w:marRight w:val="0"/>
          <w:marTop w:val="0"/>
          <w:marBottom w:val="0"/>
          <w:divBdr>
            <w:top w:val="none" w:sz="0" w:space="0" w:color="auto"/>
            <w:left w:val="none" w:sz="0" w:space="0" w:color="auto"/>
            <w:bottom w:val="none" w:sz="0" w:space="0" w:color="auto"/>
            <w:right w:val="none" w:sz="0" w:space="0" w:color="auto"/>
          </w:divBdr>
        </w:div>
        <w:div w:id="1924679534">
          <w:marLeft w:val="230"/>
          <w:marRight w:val="0"/>
          <w:marTop w:val="0"/>
          <w:marBottom w:val="0"/>
          <w:divBdr>
            <w:top w:val="none" w:sz="0" w:space="0" w:color="auto"/>
            <w:left w:val="none" w:sz="0" w:space="0" w:color="auto"/>
            <w:bottom w:val="none" w:sz="0" w:space="0" w:color="auto"/>
            <w:right w:val="none" w:sz="0" w:space="0" w:color="auto"/>
          </w:divBdr>
        </w:div>
        <w:div w:id="1982886536">
          <w:marLeft w:val="0"/>
          <w:marRight w:val="0"/>
          <w:marTop w:val="0"/>
          <w:marBottom w:val="0"/>
          <w:divBdr>
            <w:top w:val="none" w:sz="0" w:space="0" w:color="auto"/>
            <w:left w:val="none" w:sz="0" w:space="0" w:color="auto"/>
            <w:bottom w:val="none" w:sz="0" w:space="0" w:color="auto"/>
            <w:right w:val="none" w:sz="0" w:space="0" w:color="auto"/>
          </w:divBdr>
        </w:div>
        <w:div w:id="2034989344">
          <w:marLeft w:val="230"/>
          <w:marRight w:val="0"/>
          <w:marTop w:val="0"/>
          <w:marBottom w:val="0"/>
          <w:divBdr>
            <w:top w:val="none" w:sz="0" w:space="0" w:color="auto"/>
            <w:left w:val="none" w:sz="0" w:space="0" w:color="auto"/>
            <w:bottom w:val="none" w:sz="0" w:space="0" w:color="auto"/>
            <w:right w:val="none" w:sz="0" w:space="0" w:color="auto"/>
          </w:divBdr>
        </w:div>
        <w:div w:id="2104495878">
          <w:marLeft w:val="0"/>
          <w:marRight w:val="0"/>
          <w:marTop w:val="0"/>
          <w:marBottom w:val="0"/>
          <w:divBdr>
            <w:top w:val="none" w:sz="0" w:space="0" w:color="auto"/>
            <w:left w:val="none" w:sz="0" w:space="0" w:color="auto"/>
            <w:bottom w:val="none" w:sz="0" w:space="0" w:color="auto"/>
            <w:right w:val="none" w:sz="0" w:space="0" w:color="auto"/>
          </w:divBdr>
        </w:div>
        <w:div w:id="2139833439">
          <w:marLeft w:val="230"/>
          <w:marRight w:val="0"/>
          <w:marTop w:val="0"/>
          <w:marBottom w:val="0"/>
          <w:divBdr>
            <w:top w:val="none" w:sz="0" w:space="0" w:color="auto"/>
            <w:left w:val="none" w:sz="0" w:space="0" w:color="auto"/>
            <w:bottom w:val="none" w:sz="0" w:space="0" w:color="auto"/>
            <w:right w:val="none" w:sz="0" w:space="0" w:color="auto"/>
          </w:divBdr>
        </w:div>
      </w:divsChild>
    </w:div>
    <w:div w:id="1085146727">
      <w:bodyDiv w:val="1"/>
      <w:marLeft w:val="0"/>
      <w:marRight w:val="0"/>
      <w:marTop w:val="0"/>
      <w:marBottom w:val="0"/>
      <w:divBdr>
        <w:top w:val="none" w:sz="0" w:space="0" w:color="auto"/>
        <w:left w:val="none" w:sz="0" w:space="0" w:color="auto"/>
        <w:bottom w:val="none" w:sz="0" w:space="0" w:color="auto"/>
        <w:right w:val="none" w:sz="0" w:space="0" w:color="auto"/>
      </w:divBdr>
      <w:divsChild>
        <w:div w:id="223612663">
          <w:marLeft w:val="460"/>
          <w:marRight w:val="0"/>
          <w:marTop w:val="0"/>
          <w:marBottom w:val="0"/>
          <w:divBdr>
            <w:top w:val="none" w:sz="0" w:space="0" w:color="auto"/>
            <w:left w:val="none" w:sz="0" w:space="0" w:color="auto"/>
            <w:bottom w:val="none" w:sz="0" w:space="0" w:color="auto"/>
            <w:right w:val="none" w:sz="0" w:space="0" w:color="auto"/>
          </w:divBdr>
        </w:div>
        <w:div w:id="306476780">
          <w:marLeft w:val="920"/>
          <w:marRight w:val="0"/>
          <w:marTop w:val="0"/>
          <w:marBottom w:val="0"/>
          <w:divBdr>
            <w:top w:val="none" w:sz="0" w:space="0" w:color="auto"/>
            <w:left w:val="none" w:sz="0" w:space="0" w:color="auto"/>
            <w:bottom w:val="none" w:sz="0" w:space="0" w:color="auto"/>
            <w:right w:val="none" w:sz="0" w:space="0" w:color="auto"/>
          </w:divBdr>
        </w:div>
        <w:div w:id="347757985">
          <w:marLeft w:val="230"/>
          <w:marRight w:val="0"/>
          <w:marTop w:val="0"/>
          <w:marBottom w:val="0"/>
          <w:divBdr>
            <w:top w:val="none" w:sz="0" w:space="0" w:color="auto"/>
            <w:left w:val="none" w:sz="0" w:space="0" w:color="auto"/>
            <w:bottom w:val="none" w:sz="0" w:space="0" w:color="auto"/>
            <w:right w:val="none" w:sz="0" w:space="0" w:color="auto"/>
          </w:divBdr>
        </w:div>
        <w:div w:id="366611895">
          <w:marLeft w:val="230"/>
          <w:marRight w:val="0"/>
          <w:marTop w:val="0"/>
          <w:marBottom w:val="0"/>
          <w:divBdr>
            <w:top w:val="none" w:sz="0" w:space="0" w:color="auto"/>
            <w:left w:val="none" w:sz="0" w:space="0" w:color="auto"/>
            <w:bottom w:val="none" w:sz="0" w:space="0" w:color="auto"/>
            <w:right w:val="none" w:sz="0" w:space="0" w:color="auto"/>
          </w:divBdr>
        </w:div>
        <w:div w:id="395053626">
          <w:marLeft w:val="460"/>
          <w:marRight w:val="0"/>
          <w:marTop w:val="0"/>
          <w:marBottom w:val="0"/>
          <w:divBdr>
            <w:top w:val="none" w:sz="0" w:space="0" w:color="auto"/>
            <w:left w:val="none" w:sz="0" w:space="0" w:color="auto"/>
            <w:bottom w:val="none" w:sz="0" w:space="0" w:color="auto"/>
            <w:right w:val="none" w:sz="0" w:space="0" w:color="auto"/>
          </w:divBdr>
        </w:div>
        <w:div w:id="415054084">
          <w:marLeft w:val="230"/>
          <w:marRight w:val="0"/>
          <w:marTop w:val="0"/>
          <w:marBottom w:val="0"/>
          <w:divBdr>
            <w:top w:val="none" w:sz="0" w:space="0" w:color="auto"/>
            <w:left w:val="none" w:sz="0" w:space="0" w:color="auto"/>
            <w:bottom w:val="none" w:sz="0" w:space="0" w:color="auto"/>
            <w:right w:val="none" w:sz="0" w:space="0" w:color="auto"/>
          </w:divBdr>
        </w:div>
        <w:div w:id="1035693058">
          <w:marLeft w:val="230"/>
          <w:marRight w:val="0"/>
          <w:marTop w:val="0"/>
          <w:marBottom w:val="0"/>
          <w:divBdr>
            <w:top w:val="none" w:sz="0" w:space="0" w:color="auto"/>
            <w:left w:val="none" w:sz="0" w:space="0" w:color="auto"/>
            <w:bottom w:val="none" w:sz="0" w:space="0" w:color="auto"/>
            <w:right w:val="none" w:sz="0" w:space="0" w:color="auto"/>
          </w:divBdr>
        </w:div>
        <w:div w:id="1087462756">
          <w:marLeft w:val="0"/>
          <w:marRight w:val="0"/>
          <w:marTop w:val="0"/>
          <w:marBottom w:val="0"/>
          <w:divBdr>
            <w:top w:val="none" w:sz="0" w:space="0" w:color="auto"/>
            <w:left w:val="none" w:sz="0" w:space="0" w:color="auto"/>
            <w:bottom w:val="none" w:sz="0" w:space="0" w:color="auto"/>
            <w:right w:val="none" w:sz="0" w:space="0" w:color="auto"/>
          </w:divBdr>
        </w:div>
        <w:div w:id="1193152116">
          <w:marLeft w:val="0"/>
          <w:marRight w:val="0"/>
          <w:marTop w:val="0"/>
          <w:marBottom w:val="0"/>
          <w:divBdr>
            <w:top w:val="none" w:sz="0" w:space="0" w:color="auto"/>
            <w:left w:val="none" w:sz="0" w:space="0" w:color="auto"/>
            <w:bottom w:val="none" w:sz="0" w:space="0" w:color="auto"/>
            <w:right w:val="none" w:sz="0" w:space="0" w:color="auto"/>
          </w:divBdr>
        </w:div>
        <w:div w:id="1193811686">
          <w:marLeft w:val="0"/>
          <w:marRight w:val="0"/>
          <w:marTop w:val="0"/>
          <w:marBottom w:val="0"/>
          <w:divBdr>
            <w:top w:val="none" w:sz="0" w:space="0" w:color="auto"/>
            <w:left w:val="none" w:sz="0" w:space="0" w:color="auto"/>
            <w:bottom w:val="none" w:sz="0" w:space="0" w:color="auto"/>
            <w:right w:val="none" w:sz="0" w:space="0" w:color="auto"/>
          </w:divBdr>
        </w:div>
        <w:div w:id="1543438413">
          <w:marLeft w:val="460"/>
          <w:marRight w:val="0"/>
          <w:marTop w:val="0"/>
          <w:marBottom w:val="0"/>
          <w:divBdr>
            <w:top w:val="none" w:sz="0" w:space="0" w:color="auto"/>
            <w:left w:val="none" w:sz="0" w:space="0" w:color="auto"/>
            <w:bottom w:val="none" w:sz="0" w:space="0" w:color="auto"/>
            <w:right w:val="none" w:sz="0" w:space="0" w:color="auto"/>
          </w:divBdr>
        </w:div>
        <w:div w:id="1582641444">
          <w:marLeft w:val="230"/>
          <w:marRight w:val="0"/>
          <w:marTop w:val="0"/>
          <w:marBottom w:val="0"/>
          <w:divBdr>
            <w:top w:val="none" w:sz="0" w:space="0" w:color="auto"/>
            <w:left w:val="none" w:sz="0" w:space="0" w:color="auto"/>
            <w:bottom w:val="none" w:sz="0" w:space="0" w:color="auto"/>
            <w:right w:val="none" w:sz="0" w:space="0" w:color="auto"/>
          </w:divBdr>
        </w:div>
        <w:div w:id="1726173912">
          <w:marLeft w:val="0"/>
          <w:marRight w:val="0"/>
          <w:marTop w:val="0"/>
          <w:marBottom w:val="0"/>
          <w:divBdr>
            <w:top w:val="none" w:sz="0" w:space="0" w:color="auto"/>
            <w:left w:val="none" w:sz="0" w:space="0" w:color="auto"/>
            <w:bottom w:val="none" w:sz="0" w:space="0" w:color="auto"/>
            <w:right w:val="none" w:sz="0" w:space="0" w:color="auto"/>
          </w:divBdr>
        </w:div>
        <w:div w:id="1768424888">
          <w:marLeft w:val="0"/>
          <w:marRight w:val="0"/>
          <w:marTop w:val="0"/>
          <w:marBottom w:val="0"/>
          <w:divBdr>
            <w:top w:val="none" w:sz="0" w:space="0" w:color="auto"/>
            <w:left w:val="none" w:sz="0" w:space="0" w:color="auto"/>
            <w:bottom w:val="none" w:sz="0" w:space="0" w:color="auto"/>
            <w:right w:val="none" w:sz="0" w:space="0" w:color="auto"/>
          </w:divBdr>
        </w:div>
        <w:div w:id="1834637538">
          <w:marLeft w:val="230"/>
          <w:marRight w:val="0"/>
          <w:marTop w:val="0"/>
          <w:marBottom w:val="0"/>
          <w:divBdr>
            <w:top w:val="none" w:sz="0" w:space="0" w:color="auto"/>
            <w:left w:val="none" w:sz="0" w:space="0" w:color="auto"/>
            <w:bottom w:val="none" w:sz="0" w:space="0" w:color="auto"/>
            <w:right w:val="none" w:sz="0" w:space="0" w:color="auto"/>
          </w:divBdr>
        </w:div>
        <w:div w:id="1957250586">
          <w:marLeft w:val="230"/>
          <w:marRight w:val="0"/>
          <w:marTop w:val="0"/>
          <w:marBottom w:val="0"/>
          <w:divBdr>
            <w:top w:val="none" w:sz="0" w:space="0" w:color="auto"/>
            <w:left w:val="none" w:sz="0" w:space="0" w:color="auto"/>
            <w:bottom w:val="none" w:sz="0" w:space="0" w:color="auto"/>
            <w:right w:val="none" w:sz="0" w:space="0" w:color="auto"/>
          </w:divBdr>
        </w:div>
        <w:div w:id="1966080646">
          <w:marLeft w:val="230"/>
          <w:marRight w:val="0"/>
          <w:marTop w:val="0"/>
          <w:marBottom w:val="0"/>
          <w:divBdr>
            <w:top w:val="none" w:sz="0" w:space="0" w:color="auto"/>
            <w:left w:val="none" w:sz="0" w:space="0" w:color="auto"/>
            <w:bottom w:val="none" w:sz="0" w:space="0" w:color="auto"/>
            <w:right w:val="none" w:sz="0" w:space="0" w:color="auto"/>
          </w:divBdr>
        </w:div>
        <w:div w:id="2028483595">
          <w:marLeft w:val="0"/>
          <w:marRight w:val="0"/>
          <w:marTop w:val="0"/>
          <w:marBottom w:val="0"/>
          <w:divBdr>
            <w:top w:val="none" w:sz="0" w:space="0" w:color="auto"/>
            <w:left w:val="none" w:sz="0" w:space="0" w:color="auto"/>
            <w:bottom w:val="none" w:sz="0" w:space="0" w:color="auto"/>
            <w:right w:val="none" w:sz="0" w:space="0" w:color="auto"/>
          </w:divBdr>
        </w:div>
      </w:divsChild>
    </w:div>
    <w:div w:id="1497528437">
      <w:bodyDiv w:val="1"/>
      <w:marLeft w:val="0"/>
      <w:marRight w:val="0"/>
      <w:marTop w:val="0"/>
      <w:marBottom w:val="0"/>
      <w:divBdr>
        <w:top w:val="none" w:sz="0" w:space="0" w:color="auto"/>
        <w:left w:val="none" w:sz="0" w:space="0" w:color="auto"/>
        <w:bottom w:val="none" w:sz="0" w:space="0" w:color="auto"/>
        <w:right w:val="none" w:sz="0" w:space="0" w:color="auto"/>
      </w:divBdr>
      <w:divsChild>
        <w:div w:id="799107238">
          <w:marLeft w:val="23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Program%20Files\Microsoft%20Office\Template\WORD&#31934;&#26619;\&#31934;&#26619;&#12510;&#12463;&#12525;&#26412;&#21063;.dot"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0C5381A-8E48-4005-8B6A-94A2E131E1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精査マクロ本則.dot</Template>
  <TotalTime>0</TotalTime>
  <Pages>1</Pages>
  <Words>690</Words>
  <Characters>207</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山口市営小集落改良住宅条例</vt:lpstr>
      <vt:lpstr>山口市営小集落改良住宅条例</vt:lpstr>
    </vt:vector>
  </TitlesOfParts>
  <Company/>
  <LinksUpToDate>false</LinksUpToDate>
  <CharactersWithSpaces>896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山口市営小集落改良住宅条例</dc:title>
  <dc:subject/>
  <dc:creator>山口市</dc:creator>
  <cp:keywords/>
  <cp:lastModifiedBy>角本 莉緒</cp:lastModifiedBy>
  <cp:revision>3</cp:revision>
  <cp:lastPrinted>2025-01-15T05:51:00Z</cp:lastPrinted>
  <dcterms:created xsi:type="dcterms:W3CDTF">2025-01-15T05:49:00Z</dcterms:created>
  <dcterms:modified xsi:type="dcterms:W3CDTF">2025-01-15T05:51:00Z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922d53fb-3a4d-4318-b690-5957e418c82d_Enabled">
    <vt:lpwstr>true</vt:lpwstr>
  </property>
  <property fmtid="{D5CDD505-2E9C-101B-9397-08002B2CF9AE}" pid="3" name="MSIP_Label_922d53fb-3a4d-4318-b690-5957e418c82d_SetDate">
    <vt:lpwstr>2025-01-15T05:51:45Z</vt:lpwstr>
  </property>
  <property fmtid="{D5CDD505-2E9C-101B-9397-08002B2CF9AE}" pid="4" name="MSIP_Label_922d53fb-3a4d-4318-b690-5957e418c82d_Method">
    <vt:lpwstr>Privileged</vt:lpwstr>
  </property>
  <property fmtid="{D5CDD505-2E9C-101B-9397-08002B2CF9AE}" pid="5" name="MSIP_Label_922d53fb-3a4d-4318-b690-5957e418c82d_Name">
    <vt:lpwstr>庁外共有</vt:lpwstr>
  </property>
  <property fmtid="{D5CDD505-2E9C-101B-9397-08002B2CF9AE}" pid="6" name="MSIP_Label_922d53fb-3a4d-4318-b690-5957e418c82d_SiteId">
    <vt:lpwstr>84ab07eb-731d-4ed6-9cba-f26ca9cb91af</vt:lpwstr>
  </property>
  <property fmtid="{D5CDD505-2E9C-101B-9397-08002B2CF9AE}" pid="7" name="MSIP_Label_922d53fb-3a4d-4318-b690-5957e418c82d_ActionId">
    <vt:lpwstr>f29bab9b-312a-4a33-b49d-84debba20e70</vt:lpwstr>
  </property>
  <property fmtid="{D5CDD505-2E9C-101B-9397-08002B2CF9AE}" pid="8" name="MSIP_Label_922d53fb-3a4d-4318-b690-5957e418c82d_ContentBits">
    <vt:lpwstr>0</vt:lpwstr>
  </property>
</Properties>
</file>